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2E32B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1D71D26C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32A23EFE" w14:textId="77777777" w:rsidR="00B41319" w:rsidRPr="00882D69" w:rsidRDefault="004E14E1" w:rsidP="004E14E1">
      <w:pPr>
        <w:jc w:val="center"/>
        <w:rPr>
          <w:sz w:val="22"/>
          <w:szCs w:val="22"/>
        </w:rPr>
      </w:pPr>
      <w:r w:rsidRPr="00882D69">
        <w:rPr>
          <w:b/>
          <w:bCs/>
          <w:sz w:val="22"/>
          <w:szCs w:val="22"/>
        </w:rPr>
        <w:t>ÜÜRIPINNA</w:t>
      </w:r>
      <w:r w:rsidR="007049AD" w:rsidRPr="00882D69">
        <w:rPr>
          <w:b/>
          <w:bCs/>
          <w:sz w:val="22"/>
          <w:szCs w:val="22"/>
        </w:rPr>
        <w:t xml:space="preserve"> </w:t>
      </w:r>
      <w:r w:rsidRPr="00882D69">
        <w:rPr>
          <w:b/>
          <w:bCs/>
          <w:sz w:val="22"/>
          <w:szCs w:val="22"/>
        </w:rPr>
        <w:t>ÜLEANDMISE-</w:t>
      </w:r>
      <w:r w:rsidR="00B41319" w:rsidRPr="00882D69">
        <w:rPr>
          <w:b/>
          <w:bCs/>
          <w:sz w:val="22"/>
          <w:szCs w:val="22"/>
        </w:rPr>
        <w:t xml:space="preserve">VASTUVÕTMISE </w:t>
      </w:r>
      <w:r w:rsidR="006E2144" w:rsidRPr="00882D69">
        <w:rPr>
          <w:b/>
          <w:bCs/>
          <w:sz w:val="22"/>
          <w:szCs w:val="22"/>
        </w:rPr>
        <w:t>AKT</w:t>
      </w:r>
    </w:p>
    <w:p w14:paraId="1557743D" w14:textId="77777777" w:rsidR="00DF16DE" w:rsidRDefault="00DF16DE" w:rsidP="001A3650">
      <w:pPr>
        <w:jc w:val="both"/>
        <w:rPr>
          <w:sz w:val="22"/>
          <w:szCs w:val="22"/>
        </w:rPr>
      </w:pPr>
    </w:p>
    <w:p w14:paraId="5712F318" w14:textId="77777777" w:rsidR="005223B0" w:rsidRPr="00882D69" w:rsidRDefault="005223B0" w:rsidP="001A3650">
      <w:pPr>
        <w:jc w:val="both"/>
        <w:rPr>
          <w:sz w:val="22"/>
          <w:szCs w:val="22"/>
        </w:rPr>
      </w:pPr>
    </w:p>
    <w:p w14:paraId="0D04BCA2" w14:textId="0A433CD2" w:rsidR="00DF16DE" w:rsidRPr="00882D69" w:rsidRDefault="00DF16DE" w:rsidP="00DF16DE">
      <w:pPr>
        <w:tabs>
          <w:tab w:val="left" w:pos="5670"/>
        </w:tabs>
        <w:jc w:val="both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Käesolevale aktile alla kirjutades kinnitavad Üleandja ja Vastuvõtja, et üüripind on üle antud ja vastu võetud seisuga </w:t>
      </w:r>
      <w:r w:rsidR="00380FD4">
        <w:rPr>
          <w:b/>
          <w:sz w:val="22"/>
          <w:szCs w:val="22"/>
        </w:rPr>
        <w:t>29</w:t>
      </w:r>
      <w:r w:rsidR="009B1AAB">
        <w:rPr>
          <w:b/>
          <w:sz w:val="22"/>
          <w:szCs w:val="22"/>
        </w:rPr>
        <w:t>.0</w:t>
      </w:r>
      <w:r w:rsidR="00380FD4">
        <w:rPr>
          <w:b/>
          <w:sz w:val="22"/>
          <w:szCs w:val="22"/>
        </w:rPr>
        <w:t>2</w:t>
      </w:r>
      <w:r w:rsidR="009B1AAB">
        <w:rPr>
          <w:b/>
          <w:sz w:val="22"/>
          <w:szCs w:val="22"/>
        </w:rPr>
        <w:t>.202</w:t>
      </w:r>
      <w:r w:rsidR="00380FD4">
        <w:rPr>
          <w:b/>
          <w:sz w:val="22"/>
          <w:szCs w:val="22"/>
        </w:rPr>
        <w:t>4</w:t>
      </w:r>
      <w:r w:rsidRPr="00882D69">
        <w:rPr>
          <w:b/>
          <w:sz w:val="22"/>
          <w:szCs w:val="22"/>
        </w:rPr>
        <w:t xml:space="preserve">. </w:t>
      </w:r>
    </w:p>
    <w:p w14:paraId="09C54F53" w14:textId="77777777" w:rsidR="00DF16DE" w:rsidRPr="00882D69" w:rsidRDefault="00DF16DE">
      <w:pPr>
        <w:rPr>
          <w:sz w:val="22"/>
          <w:szCs w:val="22"/>
        </w:rPr>
      </w:pPr>
    </w:p>
    <w:p w14:paraId="7180C6AA" w14:textId="5D03389B" w:rsidR="00DF16DE" w:rsidRPr="00882D69" w:rsidRDefault="007049AD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>Üüripinna üleandja</w:t>
      </w:r>
      <w:r w:rsidR="00DF16DE" w:rsidRPr="00882D69">
        <w:rPr>
          <w:b/>
          <w:sz w:val="22"/>
          <w:szCs w:val="22"/>
        </w:rPr>
        <w:t xml:space="preserve">: </w:t>
      </w:r>
      <w:r w:rsidR="00380FD4">
        <w:rPr>
          <w:b/>
          <w:sz w:val="22"/>
          <w:szCs w:val="22"/>
        </w:rPr>
        <w:t>Ergo Tiimus, Päästeamet</w:t>
      </w:r>
    </w:p>
    <w:p w14:paraId="74526BB4" w14:textId="4AAAE2DB" w:rsidR="00DF16DE" w:rsidRPr="00882D69" w:rsidRDefault="00DF16DE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Vastuvõtja: </w:t>
      </w:r>
      <w:r w:rsidR="00380FD4">
        <w:rPr>
          <w:b/>
          <w:sz w:val="22"/>
          <w:szCs w:val="22"/>
        </w:rPr>
        <w:t>Geir-Steinar Kink</w:t>
      </w:r>
      <w:r w:rsidR="00380FD4">
        <w:rPr>
          <w:b/>
          <w:sz w:val="22"/>
          <w:szCs w:val="22"/>
        </w:rPr>
        <w:t>, Riigi Kinnisvara AS</w:t>
      </w:r>
    </w:p>
    <w:p w14:paraId="18FAD3A6" w14:textId="77777777" w:rsidR="00B41319" w:rsidRPr="00882D69" w:rsidRDefault="00B41319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14:paraId="69965980" w14:textId="74D4CD1C" w:rsidR="00B41319" w:rsidRPr="00882D69" w:rsidRDefault="00B41319" w:rsidP="006F3ACC">
      <w:pPr>
        <w:pStyle w:val="ListParagraph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 xml:space="preserve">Üleandja annab Vastuvõtjale üle </w:t>
      </w:r>
      <w:r w:rsidR="001A3650" w:rsidRPr="00882D69">
        <w:rPr>
          <w:sz w:val="22"/>
          <w:szCs w:val="22"/>
        </w:rPr>
        <w:t>üürilepingu</w:t>
      </w:r>
      <w:r w:rsidR="005223B0">
        <w:rPr>
          <w:sz w:val="22"/>
          <w:szCs w:val="22"/>
        </w:rPr>
        <w:t>st</w:t>
      </w:r>
      <w:r w:rsidR="001A3650" w:rsidRPr="00882D69">
        <w:rPr>
          <w:sz w:val="22"/>
          <w:szCs w:val="22"/>
        </w:rPr>
        <w:t xml:space="preserve"> nr</w:t>
      </w:r>
      <w:r w:rsidR="007049AD" w:rsidRPr="00882D69">
        <w:rPr>
          <w:sz w:val="22"/>
          <w:szCs w:val="22"/>
        </w:rPr>
        <w:t xml:space="preserve"> </w:t>
      </w:r>
      <w:r w:rsidR="00EF1CBB" w:rsidRPr="00EF1CBB">
        <w:rPr>
          <w:sz w:val="22"/>
          <w:szCs w:val="22"/>
        </w:rPr>
        <w:t>KPJ-4/2022-83</w:t>
      </w:r>
      <w:r w:rsidR="00EF1CBB" w:rsidRPr="00EF1CBB">
        <w:rPr>
          <w:sz w:val="22"/>
          <w:szCs w:val="22"/>
        </w:rPr>
        <w:t xml:space="preserve"> </w:t>
      </w:r>
      <w:r w:rsidR="001A3650" w:rsidRPr="00882D69">
        <w:rPr>
          <w:sz w:val="22"/>
          <w:szCs w:val="22"/>
        </w:rPr>
        <w:t xml:space="preserve">tulenevalt aadressil </w:t>
      </w:r>
      <w:r w:rsidR="00EF1CBB">
        <w:rPr>
          <w:sz w:val="22"/>
          <w:szCs w:val="22"/>
        </w:rPr>
        <w:t>Ankru tn 12</w:t>
      </w:r>
      <w:r w:rsidRPr="00882D69">
        <w:rPr>
          <w:sz w:val="22"/>
          <w:szCs w:val="22"/>
        </w:rPr>
        <w:t xml:space="preserve"> </w:t>
      </w:r>
      <w:r w:rsidR="001A3650" w:rsidRPr="00882D69">
        <w:rPr>
          <w:sz w:val="22"/>
          <w:szCs w:val="22"/>
        </w:rPr>
        <w:t>paikneva üüripinna alljärgnevas</w:t>
      </w:r>
      <w:r w:rsidRPr="00882D69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932"/>
        <w:gridCol w:w="2349"/>
        <w:gridCol w:w="915"/>
        <w:gridCol w:w="3369"/>
        <w:gridCol w:w="1536"/>
      </w:tblGrid>
      <w:tr w:rsidR="000B3BBD" w:rsidRPr="00882D69" w14:paraId="0281AA4A" w14:textId="77777777" w:rsidTr="00367795">
        <w:tc>
          <w:tcPr>
            <w:tcW w:w="536" w:type="dxa"/>
            <w:shd w:val="clear" w:color="auto" w:fill="D9D9D9" w:themeFill="background1" w:themeFillShade="D9"/>
          </w:tcPr>
          <w:p w14:paraId="7EB843E3" w14:textId="77777777" w:rsidR="00341605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</w:p>
          <w:p w14:paraId="47F4674E" w14:textId="1D311325" w:rsidR="004F0A92" w:rsidRPr="00882D69" w:rsidRDefault="004F0A92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8" w:type="dxa"/>
            <w:shd w:val="clear" w:color="auto" w:fill="D9D9D9" w:themeFill="background1" w:themeFillShade="D9"/>
          </w:tcPr>
          <w:p w14:paraId="062BF315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2111" w:type="dxa"/>
            <w:shd w:val="clear" w:color="auto" w:fill="D9D9D9" w:themeFill="background1" w:themeFillShade="D9"/>
          </w:tcPr>
          <w:p w14:paraId="5F1914A4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nimetus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6039B144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proofErr w:type="spellStart"/>
            <w:r w:rsidRPr="00882D69">
              <w:rPr>
                <w:b/>
                <w:sz w:val="22"/>
                <w:szCs w:val="22"/>
              </w:rPr>
              <w:t>Seisu-korra</w:t>
            </w:r>
            <w:proofErr w:type="spellEnd"/>
            <w:r w:rsidRPr="00882D69">
              <w:rPr>
                <w:b/>
                <w:sz w:val="22"/>
                <w:szCs w:val="22"/>
              </w:rPr>
              <w:t xml:space="preserve"> hinne (1-5)</w:t>
            </w:r>
            <w:r w:rsidRPr="00882D69">
              <w:rPr>
                <w:rStyle w:val="FootnoteReference"/>
                <w:b/>
                <w:sz w:val="22"/>
                <w:szCs w:val="22"/>
              </w:rPr>
              <w:footnoteReference w:id="1"/>
            </w:r>
          </w:p>
        </w:tc>
        <w:tc>
          <w:tcPr>
            <w:tcW w:w="3579" w:type="dxa"/>
            <w:shd w:val="clear" w:color="auto" w:fill="D9D9D9" w:themeFill="background1" w:themeFillShade="D9"/>
          </w:tcPr>
          <w:p w14:paraId="205267CE" w14:textId="77777777" w:rsidR="00341605" w:rsidRPr="00882D69" w:rsidRDefault="00341605" w:rsidP="00341605">
            <w:pPr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Olulised puudused 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14:paraId="1465051B" w14:textId="77777777"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Puuduse likvideerimise aeg</w:t>
            </w:r>
          </w:p>
        </w:tc>
      </w:tr>
      <w:tr w:rsidR="000E2E6E" w:rsidRPr="00882D69" w14:paraId="4F2A316D" w14:textId="77777777" w:rsidTr="00367795">
        <w:tc>
          <w:tcPr>
            <w:tcW w:w="536" w:type="dxa"/>
          </w:tcPr>
          <w:p w14:paraId="436E8551" w14:textId="7777777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1</w:t>
            </w:r>
          </w:p>
        </w:tc>
        <w:tc>
          <w:tcPr>
            <w:tcW w:w="938" w:type="dxa"/>
          </w:tcPr>
          <w:p w14:paraId="01FD4342" w14:textId="442495D4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</w:t>
            </w:r>
          </w:p>
        </w:tc>
        <w:tc>
          <w:tcPr>
            <w:tcW w:w="2111" w:type="dxa"/>
          </w:tcPr>
          <w:p w14:paraId="6C09E263" w14:textId="2FE2CE81" w:rsidR="000E2E6E" w:rsidRPr="00882D69" w:rsidRDefault="000E2E6E" w:rsidP="00B6076D">
            <w:pPr>
              <w:rPr>
                <w:sz w:val="22"/>
                <w:szCs w:val="22"/>
              </w:rPr>
            </w:pPr>
            <w:r w:rsidRPr="00233F6F">
              <w:t>Hoiuruum/Ladu</w:t>
            </w:r>
          </w:p>
        </w:tc>
        <w:tc>
          <w:tcPr>
            <w:tcW w:w="928" w:type="dxa"/>
          </w:tcPr>
          <w:p w14:paraId="523EDEA3" w14:textId="187373C6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79" w:type="dxa"/>
          </w:tcPr>
          <w:p w14:paraId="50EFE88F" w14:textId="0D485C32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EB98B85" w14:textId="7777777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</w:p>
        </w:tc>
      </w:tr>
      <w:tr w:rsidR="000E2E6E" w:rsidRPr="00882D69" w14:paraId="589B77FC" w14:textId="77777777" w:rsidTr="00367795">
        <w:tc>
          <w:tcPr>
            <w:tcW w:w="536" w:type="dxa"/>
          </w:tcPr>
          <w:p w14:paraId="20B700B6" w14:textId="7777777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2</w:t>
            </w:r>
          </w:p>
        </w:tc>
        <w:tc>
          <w:tcPr>
            <w:tcW w:w="938" w:type="dxa"/>
          </w:tcPr>
          <w:p w14:paraId="27A2FEFD" w14:textId="477CE723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1A</w:t>
            </w:r>
          </w:p>
        </w:tc>
        <w:tc>
          <w:tcPr>
            <w:tcW w:w="2111" w:type="dxa"/>
          </w:tcPr>
          <w:p w14:paraId="331D0495" w14:textId="784990E8" w:rsidR="000E2E6E" w:rsidRPr="00882D69" w:rsidRDefault="000E2E6E" w:rsidP="00B6076D">
            <w:pPr>
              <w:rPr>
                <w:sz w:val="22"/>
                <w:szCs w:val="22"/>
              </w:rPr>
            </w:pPr>
            <w:r w:rsidRPr="00233F6F">
              <w:t>Trepp/Trepikoda</w:t>
            </w:r>
          </w:p>
        </w:tc>
        <w:tc>
          <w:tcPr>
            <w:tcW w:w="928" w:type="dxa"/>
          </w:tcPr>
          <w:p w14:paraId="7B458558" w14:textId="7FAB6F80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35196A2B" w14:textId="358996C5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B0ACE5C" w14:textId="7A69C25A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</w:p>
        </w:tc>
      </w:tr>
      <w:tr w:rsidR="000E2E6E" w:rsidRPr="00882D69" w14:paraId="79925135" w14:textId="77777777" w:rsidTr="00367795">
        <w:tc>
          <w:tcPr>
            <w:tcW w:w="536" w:type="dxa"/>
          </w:tcPr>
          <w:p w14:paraId="5F56F335" w14:textId="7777777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3</w:t>
            </w:r>
          </w:p>
        </w:tc>
        <w:tc>
          <w:tcPr>
            <w:tcW w:w="938" w:type="dxa"/>
          </w:tcPr>
          <w:p w14:paraId="25BD3157" w14:textId="4F62E175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1B</w:t>
            </w:r>
          </w:p>
        </w:tc>
        <w:tc>
          <w:tcPr>
            <w:tcW w:w="2111" w:type="dxa"/>
          </w:tcPr>
          <w:p w14:paraId="661A9E76" w14:textId="428FB736" w:rsidR="000E2E6E" w:rsidRPr="00882D69" w:rsidRDefault="000E2E6E" w:rsidP="00B6076D">
            <w:pPr>
              <w:rPr>
                <w:sz w:val="22"/>
                <w:szCs w:val="22"/>
              </w:rPr>
            </w:pPr>
            <w:r w:rsidRPr="00233F6F">
              <w:t>Kelder</w:t>
            </w:r>
          </w:p>
        </w:tc>
        <w:tc>
          <w:tcPr>
            <w:tcW w:w="928" w:type="dxa"/>
          </w:tcPr>
          <w:p w14:paraId="263DF620" w14:textId="5C7EA508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3217FAA0" w14:textId="7777777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CF68D29" w14:textId="7777777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</w:p>
        </w:tc>
      </w:tr>
      <w:tr w:rsidR="000E2E6E" w:rsidRPr="00882D69" w14:paraId="37AD1B11" w14:textId="77777777" w:rsidTr="00367795">
        <w:tc>
          <w:tcPr>
            <w:tcW w:w="536" w:type="dxa"/>
          </w:tcPr>
          <w:p w14:paraId="7D424CFF" w14:textId="7777777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4</w:t>
            </w:r>
          </w:p>
        </w:tc>
        <w:tc>
          <w:tcPr>
            <w:tcW w:w="938" w:type="dxa"/>
          </w:tcPr>
          <w:p w14:paraId="7390BE75" w14:textId="2D049268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2</w:t>
            </w:r>
          </w:p>
        </w:tc>
        <w:tc>
          <w:tcPr>
            <w:tcW w:w="2111" w:type="dxa"/>
          </w:tcPr>
          <w:p w14:paraId="12E77708" w14:textId="7077D872" w:rsidR="000E2E6E" w:rsidRPr="00882D69" w:rsidRDefault="000E2E6E" w:rsidP="00B6076D">
            <w:pPr>
              <w:rPr>
                <w:sz w:val="22"/>
                <w:szCs w:val="22"/>
              </w:rPr>
            </w:pPr>
            <w:r w:rsidRPr="00233F6F">
              <w:t>Koridor</w:t>
            </w:r>
          </w:p>
        </w:tc>
        <w:tc>
          <w:tcPr>
            <w:tcW w:w="928" w:type="dxa"/>
          </w:tcPr>
          <w:p w14:paraId="54CE305E" w14:textId="42B632BE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0522646A" w14:textId="7777777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372D6F4" w14:textId="7777777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</w:p>
        </w:tc>
      </w:tr>
      <w:tr w:rsidR="000E2E6E" w:rsidRPr="00882D69" w14:paraId="4F2F6B21" w14:textId="77777777" w:rsidTr="00367795">
        <w:trPr>
          <w:trHeight w:val="70"/>
        </w:trPr>
        <w:tc>
          <w:tcPr>
            <w:tcW w:w="536" w:type="dxa"/>
          </w:tcPr>
          <w:p w14:paraId="06F43F82" w14:textId="7777777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5</w:t>
            </w:r>
          </w:p>
        </w:tc>
        <w:tc>
          <w:tcPr>
            <w:tcW w:w="938" w:type="dxa"/>
          </w:tcPr>
          <w:p w14:paraId="63351A04" w14:textId="526AC4E8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3</w:t>
            </w:r>
          </w:p>
        </w:tc>
        <w:tc>
          <w:tcPr>
            <w:tcW w:w="2111" w:type="dxa"/>
          </w:tcPr>
          <w:p w14:paraId="073409B6" w14:textId="599EBC27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Riietusruum</w:t>
            </w:r>
          </w:p>
        </w:tc>
        <w:tc>
          <w:tcPr>
            <w:tcW w:w="928" w:type="dxa"/>
          </w:tcPr>
          <w:p w14:paraId="72654110" w14:textId="4F3CB16F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317DFAA0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90490AF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5416FCA7" w14:textId="77777777" w:rsidTr="00367795">
        <w:trPr>
          <w:trHeight w:val="70"/>
        </w:trPr>
        <w:tc>
          <w:tcPr>
            <w:tcW w:w="536" w:type="dxa"/>
          </w:tcPr>
          <w:p w14:paraId="13E5471D" w14:textId="2F86E7CD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38" w:type="dxa"/>
          </w:tcPr>
          <w:p w14:paraId="5DE5D583" w14:textId="55507348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3A</w:t>
            </w:r>
          </w:p>
        </w:tc>
        <w:tc>
          <w:tcPr>
            <w:tcW w:w="2111" w:type="dxa"/>
          </w:tcPr>
          <w:p w14:paraId="553CE259" w14:textId="0975071E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Riietusruum</w:t>
            </w:r>
          </w:p>
        </w:tc>
        <w:tc>
          <w:tcPr>
            <w:tcW w:w="928" w:type="dxa"/>
          </w:tcPr>
          <w:p w14:paraId="1BC44F6B" w14:textId="6C7EDFA8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5527829A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7CA39C4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0C4ACF21" w14:textId="77777777" w:rsidTr="00367795">
        <w:trPr>
          <w:trHeight w:val="70"/>
        </w:trPr>
        <w:tc>
          <w:tcPr>
            <w:tcW w:w="536" w:type="dxa"/>
          </w:tcPr>
          <w:p w14:paraId="60CCD8C0" w14:textId="65777ECF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38" w:type="dxa"/>
          </w:tcPr>
          <w:p w14:paraId="2DA42A8C" w14:textId="237125C9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4</w:t>
            </w:r>
          </w:p>
        </w:tc>
        <w:tc>
          <w:tcPr>
            <w:tcW w:w="2111" w:type="dxa"/>
          </w:tcPr>
          <w:p w14:paraId="0E010CD0" w14:textId="0B3B2D62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Koridor</w:t>
            </w:r>
          </w:p>
        </w:tc>
        <w:tc>
          <w:tcPr>
            <w:tcW w:w="928" w:type="dxa"/>
          </w:tcPr>
          <w:p w14:paraId="595533C5" w14:textId="5B21FF4D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34AFECDA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C1E2A54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16B1CCDC" w14:textId="77777777" w:rsidTr="00367795">
        <w:trPr>
          <w:trHeight w:val="70"/>
        </w:trPr>
        <w:tc>
          <w:tcPr>
            <w:tcW w:w="536" w:type="dxa"/>
          </w:tcPr>
          <w:p w14:paraId="411E4658" w14:textId="3448B526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38" w:type="dxa"/>
          </w:tcPr>
          <w:p w14:paraId="417D6A05" w14:textId="4D5181AD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5</w:t>
            </w:r>
          </w:p>
        </w:tc>
        <w:tc>
          <w:tcPr>
            <w:tcW w:w="2111" w:type="dxa"/>
          </w:tcPr>
          <w:p w14:paraId="035929AC" w14:textId="1C9D17D3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Koristus- ja hooldusruum</w:t>
            </w:r>
          </w:p>
        </w:tc>
        <w:tc>
          <w:tcPr>
            <w:tcW w:w="928" w:type="dxa"/>
          </w:tcPr>
          <w:p w14:paraId="0EA05586" w14:textId="7D881EDF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37FDA556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8BC9BCD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2EC99CD8" w14:textId="77777777" w:rsidTr="00367795">
        <w:trPr>
          <w:trHeight w:val="70"/>
        </w:trPr>
        <w:tc>
          <w:tcPr>
            <w:tcW w:w="536" w:type="dxa"/>
          </w:tcPr>
          <w:p w14:paraId="075AD0D6" w14:textId="645A467F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8" w:type="dxa"/>
          </w:tcPr>
          <w:p w14:paraId="420A52D2" w14:textId="5C466CCE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6</w:t>
            </w:r>
          </w:p>
        </w:tc>
        <w:tc>
          <w:tcPr>
            <w:tcW w:w="2111" w:type="dxa"/>
          </w:tcPr>
          <w:p w14:paraId="21181B28" w14:textId="2995520F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WC</w:t>
            </w:r>
          </w:p>
        </w:tc>
        <w:tc>
          <w:tcPr>
            <w:tcW w:w="928" w:type="dxa"/>
          </w:tcPr>
          <w:p w14:paraId="34D69158" w14:textId="4FAB5336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26929F35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1F27D9B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2DD75C89" w14:textId="77777777" w:rsidTr="00367795">
        <w:trPr>
          <w:trHeight w:val="70"/>
        </w:trPr>
        <w:tc>
          <w:tcPr>
            <w:tcW w:w="536" w:type="dxa"/>
          </w:tcPr>
          <w:p w14:paraId="0DFCE600" w14:textId="60DDA063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8" w:type="dxa"/>
          </w:tcPr>
          <w:p w14:paraId="3A103DCE" w14:textId="7BC149A1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7</w:t>
            </w:r>
          </w:p>
        </w:tc>
        <w:tc>
          <w:tcPr>
            <w:tcW w:w="2111" w:type="dxa"/>
          </w:tcPr>
          <w:p w14:paraId="1C1FDD55" w14:textId="3A5A15DF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Koristus- ja hooldusruum</w:t>
            </w:r>
          </w:p>
        </w:tc>
        <w:tc>
          <w:tcPr>
            <w:tcW w:w="928" w:type="dxa"/>
          </w:tcPr>
          <w:p w14:paraId="0D7AC306" w14:textId="4399BEB5" w:rsidR="000E2E6E" w:rsidRPr="00882D69" w:rsidRDefault="00F13796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3998790C" w14:textId="49879525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968A038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5D55892F" w14:textId="77777777" w:rsidTr="00367795">
        <w:trPr>
          <w:trHeight w:val="70"/>
        </w:trPr>
        <w:tc>
          <w:tcPr>
            <w:tcW w:w="536" w:type="dxa"/>
          </w:tcPr>
          <w:p w14:paraId="3DD28BF4" w14:textId="22812805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8" w:type="dxa"/>
          </w:tcPr>
          <w:p w14:paraId="514FE894" w14:textId="4E72EFFA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8</w:t>
            </w:r>
          </w:p>
        </w:tc>
        <w:tc>
          <w:tcPr>
            <w:tcW w:w="2111" w:type="dxa"/>
          </w:tcPr>
          <w:p w14:paraId="019A66E9" w14:textId="56EAE6E2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Koristus- ja hooldusruum</w:t>
            </w:r>
          </w:p>
        </w:tc>
        <w:tc>
          <w:tcPr>
            <w:tcW w:w="928" w:type="dxa"/>
          </w:tcPr>
          <w:p w14:paraId="1B6AB6C3" w14:textId="3C7ED434" w:rsidR="000E2E6E" w:rsidRPr="00882D69" w:rsidRDefault="00F13796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67F22091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ED85C30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784102CA" w14:textId="77777777" w:rsidTr="00367795">
        <w:trPr>
          <w:trHeight w:val="70"/>
        </w:trPr>
        <w:tc>
          <w:tcPr>
            <w:tcW w:w="536" w:type="dxa"/>
          </w:tcPr>
          <w:p w14:paraId="77E44FD9" w14:textId="3B4A57E6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38" w:type="dxa"/>
          </w:tcPr>
          <w:p w14:paraId="0CD839C3" w14:textId="383FF918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9</w:t>
            </w:r>
          </w:p>
        </w:tc>
        <w:tc>
          <w:tcPr>
            <w:tcW w:w="2111" w:type="dxa"/>
          </w:tcPr>
          <w:p w14:paraId="5E2CA01D" w14:textId="2FA3F3CF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Koridor</w:t>
            </w:r>
          </w:p>
        </w:tc>
        <w:tc>
          <w:tcPr>
            <w:tcW w:w="928" w:type="dxa"/>
          </w:tcPr>
          <w:p w14:paraId="7107742A" w14:textId="512CD330" w:rsidR="000E2E6E" w:rsidRPr="00882D69" w:rsidRDefault="00F13796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46006439" w14:textId="40C10FCA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811A704" w14:textId="71718155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34FEB8D2" w14:textId="77777777" w:rsidTr="00367795">
        <w:trPr>
          <w:trHeight w:val="70"/>
        </w:trPr>
        <w:tc>
          <w:tcPr>
            <w:tcW w:w="536" w:type="dxa"/>
          </w:tcPr>
          <w:p w14:paraId="2BAF020E" w14:textId="5681D7AD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38" w:type="dxa"/>
          </w:tcPr>
          <w:p w14:paraId="73EEACEC" w14:textId="0A512A91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10</w:t>
            </w:r>
          </w:p>
        </w:tc>
        <w:tc>
          <w:tcPr>
            <w:tcW w:w="2111" w:type="dxa"/>
          </w:tcPr>
          <w:p w14:paraId="266CD1C5" w14:textId="3A5BF4C6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Leiliruum</w:t>
            </w:r>
          </w:p>
        </w:tc>
        <w:tc>
          <w:tcPr>
            <w:tcW w:w="928" w:type="dxa"/>
          </w:tcPr>
          <w:p w14:paraId="37B84C1B" w14:textId="2FDCB2B8" w:rsidR="000E2E6E" w:rsidRPr="00882D69" w:rsidRDefault="00F13796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344C83F9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66FAAF7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32DDF6C6" w14:textId="77777777" w:rsidTr="00367795">
        <w:trPr>
          <w:trHeight w:val="70"/>
        </w:trPr>
        <w:tc>
          <w:tcPr>
            <w:tcW w:w="536" w:type="dxa"/>
          </w:tcPr>
          <w:p w14:paraId="62921AA6" w14:textId="6E0283EE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38" w:type="dxa"/>
          </w:tcPr>
          <w:p w14:paraId="1A152A80" w14:textId="71A4174F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11</w:t>
            </w:r>
          </w:p>
        </w:tc>
        <w:tc>
          <w:tcPr>
            <w:tcW w:w="2111" w:type="dxa"/>
          </w:tcPr>
          <w:p w14:paraId="390C276C" w14:textId="09A8C824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Pesuruum</w:t>
            </w:r>
          </w:p>
        </w:tc>
        <w:tc>
          <w:tcPr>
            <w:tcW w:w="928" w:type="dxa"/>
          </w:tcPr>
          <w:p w14:paraId="2251398C" w14:textId="3DACF650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21196523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649A8CF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46E1818E" w14:textId="77777777" w:rsidTr="00367795">
        <w:trPr>
          <w:trHeight w:val="70"/>
        </w:trPr>
        <w:tc>
          <w:tcPr>
            <w:tcW w:w="536" w:type="dxa"/>
          </w:tcPr>
          <w:p w14:paraId="324C1114" w14:textId="2A19870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38" w:type="dxa"/>
          </w:tcPr>
          <w:p w14:paraId="2B380342" w14:textId="26CDCA81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12</w:t>
            </w:r>
          </w:p>
        </w:tc>
        <w:tc>
          <w:tcPr>
            <w:tcW w:w="2111" w:type="dxa"/>
          </w:tcPr>
          <w:p w14:paraId="1EE1D066" w14:textId="08B9E18A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Puhkeruum</w:t>
            </w:r>
          </w:p>
        </w:tc>
        <w:tc>
          <w:tcPr>
            <w:tcW w:w="928" w:type="dxa"/>
          </w:tcPr>
          <w:p w14:paraId="58048F3A" w14:textId="2F723175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41F78A6C" w14:textId="01F0033D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0862FB8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565C36C5" w14:textId="77777777" w:rsidTr="00367795">
        <w:trPr>
          <w:trHeight w:val="70"/>
        </w:trPr>
        <w:tc>
          <w:tcPr>
            <w:tcW w:w="536" w:type="dxa"/>
          </w:tcPr>
          <w:p w14:paraId="772ADB0A" w14:textId="1C44ADD5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38" w:type="dxa"/>
          </w:tcPr>
          <w:p w14:paraId="422201CC" w14:textId="53577521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13</w:t>
            </w:r>
          </w:p>
        </w:tc>
        <w:tc>
          <w:tcPr>
            <w:tcW w:w="2111" w:type="dxa"/>
          </w:tcPr>
          <w:p w14:paraId="2DABCFFE" w14:textId="5DEFE165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Riietusruum</w:t>
            </w:r>
          </w:p>
        </w:tc>
        <w:tc>
          <w:tcPr>
            <w:tcW w:w="928" w:type="dxa"/>
          </w:tcPr>
          <w:p w14:paraId="335717CB" w14:textId="04768E85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2F389C64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9D47368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237F7570" w14:textId="77777777" w:rsidTr="00367795">
        <w:trPr>
          <w:trHeight w:val="70"/>
        </w:trPr>
        <w:tc>
          <w:tcPr>
            <w:tcW w:w="536" w:type="dxa"/>
          </w:tcPr>
          <w:p w14:paraId="4793B3B3" w14:textId="13A1110B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38" w:type="dxa"/>
          </w:tcPr>
          <w:p w14:paraId="0861C0C2" w14:textId="62160412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14</w:t>
            </w:r>
          </w:p>
        </w:tc>
        <w:tc>
          <w:tcPr>
            <w:tcW w:w="2111" w:type="dxa"/>
          </w:tcPr>
          <w:p w14:paraId="292C8714" w14:textId="5813C674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Koridor</w:t>
            </w:r>
          </w:p>
        </w:tc>
        <w:tc>
          <w:tcPr>
            <w:tcW w:w="928" w:type="dxa"/>
          </w:tcPr>
          <w:p w14:paraId="2C46D160" w14:textId="49E540C0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33DB11D0" w14:textId="6FB8DD1A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6472C67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5872DD6A" w14:textId="77777777" w:rsidTr="00367795">
        <w:trPr>
          <w:trHeight w:val="70"/>
        </w:trPr>
        <w:tc>
          <w:tcPr>
            <w:tcW w:w="536" w:type="dxa"/>
          </w:tcPr>
          <w:p w14:paraId="488D9E4B" w14:textId="12BC9F90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38" w:type="dxa"/>
          </w:tcPr>
          <w:p w14:paraId="7BFE7C7B" w14:textId="03A8C2A8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15</w:t>
            </w:r>
          </w:p>
        </w:tc>
        <w:tc>
          <w:tcPr>
            <w:tcW w:w="2111" w:type="dxa"/>
          </w:tcPr>
          <w:p w14:paraId="6CFA87B2" w14:textId="6CFA8FF9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Garaaž</w:t>
            </w:r>
          </w:p>
        </w:tc>
        <w:tc>
          <w:tcPr>
            <w:tcW w:w="928" w:type="dxa"/>
          </w:tcPr>
          <w:p w14:paraId="6234B22C" w14:textId="2E013FAC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579" w:type="dxa"/>
          </w:tcPr>
          <w:p w14:paraId="1AA41B3A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4B5405C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01B6361C" w14:textId="77777777" w:rsidTr="00367795">
        <w:trPr>
          <w:trHeight w:val="70"/>
        </w:trPr>
        <w:tc>
          <w:tcPr>
            <w:tcW w:w="536" w:type="dxa"/>
          </w:tcPr>
          <w:p w14:paraId="0D37CEE7" w14:textId="27316736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38" w:type="dxa"/>
          </w:tcPr>
          <w:p w14:paraId="31093555" w14:textId="4D5B5932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16</w:t>
            </w:r>
          </w:p>
        </w:tc>
        <w:tc>
          <w:tcPr>
            <w:tcW w:w="2111" w:type="dxa"/>
          </w:tcPr>
          <w:p w14:paraId="494FC74F" w14:textId="30418BA9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Hoiuruum/Ladu</w:t>
            </w:r>
          </w:p>
        </w:tc>
        <w:tc>
          <w:tcPr>
            <w:tcW w:w="928" w:type="dxa"/>
          </w:tcPr>
          <w:p w14:paraId="149DFBD7" w14:textId="799B0BAD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0BD32E4A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FA395CA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002C8DA8" w14:textId="77777777" w:rsidTr="00367795">
        <w:trPr>
          <w:trHeight w:val="70"/>
        </w:trPr>
        <w:tc>
          <w:tcPr>
            <w:tcW w:w="536" w:type="dxa"/>
          </w:tcPr>
          <w:p w14:paraId="56D31ED1" w14:textId="20867D88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38" w:type="dxa"/>
          </w:tcPr>
          <w:p w14:paraId="7C522DB6" w14:textId="0A48188A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17</w:t>
            </w:r>
          </w:p>
        </w:tc>
        <w:tc>
          <w:tcPr>
            <w:tcW w:w="2111" w:type="dxa"/>
          </w:tcPr>
          <w:p w14:paraId="77B08DA2" w14:textId="1F106776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Trepp/Trepikoda</w:t>
            </w:r>
          </w:p>
        </w:tc>
        <w:tc>
          <w:tcPr>
            <w:tcW w:w="928" w:type="dxa"/>
          </w:tcPr>
          <w:p w14:paraId="4B367D0E" w14:textId="4C1BD1F9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04687002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59DC21C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722C7B7E" w14:textId="77777777" w:rsidTr="00367795">
        <w:trPr>
          <w:trHeight w:val="70"/>
        </w:trPr>
        <w:tc>
          <w:tcPr>
            <w:tcW w:w="536" w:type="dxa"/>
          </w:tcPr>
          <w:p w14:paraId="785285A7" w14:textId="75D85B19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38" w:type="dxa"/>
          </w:tcPr>
          <w:p w14:paraId="10DE51BB" w14:textId="203F38DD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18</w:t>
            </w:r>
          </w:p>
        </w:tc>
        <w:tc>
          <w:tcPr>
            <w:tcW w:w="2111" w:type="dxa"/>
          </w:tcPr>
          <w:p w14:paraId="3BF2225D" w14:textId="54642F0F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Eriotstarbeline ruum</w:t>
            </w:r>
          </w:p>
        </w:tc>
        <w:tc>
          <w:tcPr>
            <w:tcW w:w="928" w:type="dxa"/>
          </w:tcPr>
          <w:p w14:paraId="531D22CD" w14:textId="2C046A01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1FCCE439" w14:textId="455FE4BD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25C18B4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102B6D55" w14:textId="77777777" w:rsidTr="00367795">
        <w:trPr>
          <w:trHeight w:val="70"/>
        </w:trPr>
        <w:tc>
          <w:tcPr>
            <w:tcW w:w="536" w:type="dxa"/>
          </w:tcPr>
          <w:p w14:paraId="7ACB94CC" w14:textId="13229D71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38" w:type="dxa"/>
          </w:tcPr>
          <w:p w14:paraId="6F18575C" w14:textId="0D90B25C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19</w:t>
            </w:r>
          </w:p>
        </w:tc>
        <w:tc>
          <w:tcPr>
            <w:tcW w:w="2111" w:type="dxa"/>
          </w:tcPr>
          <w:p w14:paraId="13DC4B00" w14:textId="766C92A6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Koridor</w:t>
            </w:r>
          </w:p>
        </w:tc>
        <w:tc>
          <w:tcPr>
            <w:tcW w:w="928" w:type="dxa"/>
          </w:tcPr>
          <w:p w14:paraId="05360C1B" w14:textId="4149B2AC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057B17C4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E4B7745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74DBB5EA" w14:textId="77777777" w:rsidTr="00367795">
        <w:trPr>
          <w:trHeight w:val="70"/>
        </w:trPr>
        <w:tc>
          <w:tcPr>
            <w:tcW w:w="536" w:type="dxa"/>
          </w:tcPr>
          <w:p w14:paraId="41F954D9" w14:textId="14B62CCF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38" w:type="dxa"/>
          </w:tcPr>
          <w:p w14:paraId="1538D962" w14:textId="2C417FF3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20</w:t>
            </w:r>
          </w:p>
        </w:tc>
        <w:tc>
          <w:tcPr>
            <w:tcW w:w="2111" w:type="dxa"/>
          </w:tcPr>
          <w:p w14:paraId="40F84231" w14:textId="266DC2F2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Kabinet/Büroo</w:t>
            </w:r>
          </w:p>
        </w:tc>
        <w:tc>
          <w:tcPr>
            <w:tcW w:w="928" w:type="dxa"/>
          </w:tcPr>
          <w:p w14:paraId="0F10377B" w14:textId="2B117BE1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7C2D2FD0" w14:textId="0AD6F55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C903F5D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23C2E1CD" w14:textId="77777777" w:rsidTr="00367795">
        <w:trPr>
          <w:trHeight w:val="70"/>
        </w:trPr>
        <w:tc>
          <w:tcPr>
            <w:tcW w:w="536" w:type="dxa"/>
          </w:tcPr>
          <w:p w14:paraId="494D7C22" w14:textId="0EABEDB4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38" w:type="dxa"/>
          </w:tcPr>
          <w:p w14:paraId="3C9FF0EE" w14:textId="253F2998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21</w:t>
            </w:r>
          </w:p>
        </w:tc>
        <w:tc>
          <w:tcPr>
            <w:tcW w:w="2111" w:type="dxa"/>
          </w:tcPr>
          <w:p w14:paraId="5EEAA65D" w14:textId="36A2D0B6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Puhkeruum</w:t>
            </w:r>
          </w:p>
        </w:tc>
        <w:tc>
          <w:tcPr>
            <w:tcW w:w="928" w:type="dxa"/>
          </w:tcPr>
          <w:p w14:paraId="6AFD17B2" w14:textId="61EE4181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0A8306AC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FA3A376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707E2742" w14:textId="77777777" w:rsidTr="00367795">
        <w:trPr>
          <w:trHeight w:val="70"/>
        </w:trPr>
        <w:tc>
          <w:tcPr>
            <w:tcW w:w="536" w:type="dxa"/>
          </w:tcPr>
          <w:p w14:paraId="226F1A45" w14:textId="20525BA0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38" w:type="dxa"/>
          </w:tcPr>
          <w:p w14:paraId="1B4F7B59" w14:textId="3707E78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22</w:t>
            </w:r>
          </w:p>
        </w:tc>
        <w:tc>
          <w:tcPr>
            <w:tcW w:w="2111" w:type="dxa"/>
          </w:tcPr>
          <w:p w14:paraId="533BB43C" w14:textId="35F804DC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WC</w:t>
            </w:r>
          </w:p>
        </w:tc>
        <w:tc>
          <w:tcPr>
            <w:tcW w:w="928" w:type="dxa"/>
          </w:tcPr>
          <w:p w14:paraId="347E56C3" w14:textId="0A3A3F85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6DD33F11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C277346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4CDA4803" w14:textId="77777777" w:rsidTr="00367795">
        <w:trPr>
          <w:trHeight w:val="70"/>
        </w:trPr>
        <w:tc>
          <w:tcPr>
            <w:tcW w:w="536" w:type="dxa"/>
          </w:tcPr>
          <w:p w14:paraId="6F4588A6" w14:textId="00E838FA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38" w:type="dxa"/>
          </w:tcPr>
          <w:p w14:paraId="59983DDE" w14:textId="42BF4BB7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23</w:t>
            </w:r>
          </w:p>
        </w:tc>
        <w:tc>
          <w:tcPr>
            <w:tcW w:w="2111" w:type="dxa"/>
          </w:tcPr>
          <w:p w14:paraId="408A4757" w14:textId="3C4DD4FD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Kabinet/Büroo</w:t>
            </w:r>
          </w:p>
        </w:tc>
        <w:tc>
          <w:tcPr>
            <w:tcW w:w="928" w:type="dxa"/>
          </w:tcPr>
          <w:p w14:paraId="13DF9858" w14:textId="597A56C7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03E4233E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228A8A2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740D7616" w14:textId="77777777" w:rsidTr="00367795">
        <w:trPr>
          <w:trHeight w:val="70"/>
        </w:trPr>
        <w:tc>
          <w:tcPr>
            <w:tcW w:w="536" w:type="dxa"/>
          </w:tcPr>
          <w:p w14:paraId="0E76AD63" w14:textId="5DDD736B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38" w:type="dxa"/>
          </w:tcPr>
          <w:p w14:paraId="79E66EE0" w14:textId="0CC61469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24</w:t>
            </w:r>
          </w:p>
        </w:tc>
        <w:tc>
          <w:tcPr>
            <w:tcW w:w="2111" w:type="dxa"/>
          </w:tcPr>
          <w:p w14:paraId="18388542" w14:textId="01093878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WC</w:t>
            </w:r>
          </w:p>
        </w:tc>
        <w:tc>
          <w:tcPr>
            <w:tcW w:w="928" w:type="dxa"/>
          </w:tcPr>
          <w:p w14:paraId="4B5CEE72" w14:textId="4486CFAA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47347177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1F1CB35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71069EC1" w14:textId="77777777" w:rsidTr="00367795">
        <w:trPr>
          <w:trHeight w:val="70"/>
        </w:trPr>
        <w:tc>
          <w:tcPr>
            <w:tcW w:w="536" w:type="dxa"/>
          </w:tcPr>
          <w:p w14:paraId="6BF6A02A" w14:textId="34CC43D4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938" w:type="dxa"/>
          </w:tcPr>
          <w:p w14:paraId="6F6B537B" w14:textId="5D482BEA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25</w:t>
            </w:r>
          </w:p>
        </w:tc>
        <w:tc>
          <w:tcPr>
            <w:tcW w:w="2111" w:type="dxa"/>
          </w:tcPr>
          <w:p w14:paraId="036E8901" w14:textId="682341F6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Näitusesaal/Muuseum</w:t>
            </w:r>
          </w:p>
        </w:tc>
        <w:tc>
          <w:tcPr>
            <w:tcW w:w="928" w:type="dxa"/>
          </w:tcPr>
          <w:p w14:paraId="428A8D75" w14:textId="6602DEAA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58618DC8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189080D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450A6F73" w14:textId="77777777" w:rsidTr="00367795">
        <w:trPr>
          <w:trHeight w:val="70"/>
        </w:trPr>
        <w:tc>
          <w:tcPr>
            <w:tcW w:w="536" w:type="dxa"/>
          </w:tcPr>
          <w:p w14:paraId="0E46A79C" w14:textId="3F0E26D8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38" w:type="dxa"/>
          </w:tcPr>
          <w:p w14:paraId="4798D2DB" w14:textId="35F03685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26</w:t>
            </w:r>
          </w:p>
        </w:tc>
        <w:tc>
          <w:tcPr>
            <w:tcW w:w="2111" w:type="dxa"/>
          </w:tcPr>
          <w:p w14:paraId="4CDDE477" w14:textId="2BEFCDC4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Arhiiv</w:t>
            </w:r>
          </w:p>
        </w:tc>
        <w:tc>
          <w:tcPr>
            <w:tcW w:w="928" w:type="dxa"/>
          </w:tcPr>
          <w:p w14:paraId="779278F3" w14:textId="6F71DD37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49370CAB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FEDE8D7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293D815A" w14:textId="77777777" w:rsidTr="00367795">
        <w:trPr>
          <w:trHeight w:val="70"/>
        </w:trPr>
        <w:tc>
          <w:tcPr>
            <w:tcW w:w="536" w:type="dxa"/>
          </w:tcPr>
          <w:p w14:paraId="73ADCCD6" w14:textId="7CF4ADE8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38" w:type="dxa"/>
          </w:tcPr>
          <w:p w14:paraId="6D982FE4" w14:textId="4AEB0ED4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27</w:t>
            </w:r>
          </w:p>
        </w:tc>
        <w:tc>
          <w:tcPr>
            <w:tcW w:w="2111" w:type="dxa"/>
          </w:tcPr>
          <w:p w14:paraId="02722B4D" w14:textId="37A7C242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Näitusesaal/Muuseum</w:t>
            </w:r>
          </w:p>
        </w:tc>
        <w:tc>
          <w:tcPr>
            <w:tcW w:w="928" w:type="dxa"/>
          </w:tcPr>
          <w:p w14:paraId="70F3EAFB" w14:textId="0AA654BD" w:rsidR="000E2E6E" w:rsidRPr="00882D69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588AA05C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936E008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734CFC59" w14:textId="77777777" w:rsidTr="00367795">
        <w:trPr>
          <w:trHeight w:val="70"/>
        </w:trPr>
        <w:tc>
          <w:tcPr>
            <w:tcW w:w="536" w:type="dxa"/>
          </w:tcPr>
          <w:p w14:paraId="48DFDA50" w14:textId="62C00E50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38" w:type="dxa"/>
          </w:tcPr>
          <w:p w14:paraId="4EC7121E" w14:textId="69E8AE24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 w:rsidRPr="004E0A51">
              <w:t>28</w:t>
            </w:r>
          </w:p>
        </w:tc>
        <w:tc>
          <w:tcPr>
            <w:tcW w:w="2111" w:type="dxa"/>
          </w:tcPr>
          <w:p w14:paraId="460EE7AF" w14:textId="1DC45AB8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WC</w:t>
            </w:r>
          </w:p>
        </w:tc>
        <w:tc>
          <w:tcPr>
            <w:tcW w:w="928" w:type="dxa"/>
          </w:tcPr>
          <w:p w14:paraId="44DAF5CC" w14:textId="56F68325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1F14690E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D0EFEAC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3723AB20" w14:textId="77777777" w:rsidTr="00367795">
        <w:trPr>
          <w:trHeight w:val="70"/>
        </w:trPr>
        <w:tc>
          <w:tcPr>
            <w:tcW w:w="536" w:type="dxa"/>
          </w:tcPr>
          <w:p w14:paraId="617A5EC2" w14:textId="5EE104B0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38" w:type="dxa"/>
          </w:tcPr>
          <w:p w14:paraId="2E9227E5" w14:textId="3A67E2E9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29</w:t>
            </w:r>
          </w:p>
        </w:tc>
        <w:tc>
          <w:tcPr>
            <w:tcW w:w="2111" w:type="dxa"/>
          </w:tcPr>
          <w:p w14:paraId="381159DA" w14:textId="732200C3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Näitusesaal/Muuseum</w:t>
            </w:r>
          </w:p>
        </w:tc>
        <w:tc>
          <w:tcPr>
            <w:tcW w:w="928" w:type="dxa"/>
          </w:tcPr>
          <w:p w14:paraId="0CB0DBFC" w14:textId="4A11F709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77F41993" w14:textId="0AC2287C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A862418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70E159BA" w14:textId="77777777" w:rsidTr="00367795">
        <w:trPr>
          <w:trHeight w:val="70"/>
        </w:trPr>
        <w:tc>
          <w:tcPr>
            <w:tcW w:w="536" w:type="dxa"/>
          </w:tcPr>
          <w:p w14:paraId="2162D1FB" w14:textId="651BE17D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38" w:type="dxa"/>
          </w:tcPr>
          <w:p w14:paraId="671E5CAD" w14:textId="3FB6B8CE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30</w:t>
            </w:r>
          </w:p>
        </w:tc>
        <w:tc>
          <w:tcPr>
            <w:tcW w:w="2111" w:type="dxa"/>
          </w:tcPr>
          <w:p w14:paraId="12D65887" w14:textId="3CDAF4C3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Tuulekoda</w:t>
            </w:r>
          </w:p>
        </w:tc>
        <w:tc>
          <w:tcPr>
            <w:tcW w:w="928" w:type="dxa"/>
          </w:tcPr>
          <w:p w14:paraId="440EFA4D" w14:textId="2E3EFC59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0DA52BDA" w14:textId="6490315A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48FEF70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5F829CD1" w14:textId="77777777" w:rsidTr="00367795">
        <w:trPr>
          <w:trHeight w:val="70"/>
        </w:trPr>
        <w:tc>
          <w:tcPr>
            <w:tcW w:w="536" w:type="dxa"/>
          </w:tcPr>
          <w:p w14:paraId="35F31D69" w14:textId="00FE0144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38" w:type="dxa"/>
          </w:tcPr>
          <w:p w14:paraId="4ABC24FA" w14:textId="2876B340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31</w:t>
            </w:r>
          </w:p>
        </w:tc>
        <w:tc>
          <w:tcPr>
            <w:tcW w:w="2111" w:type="dxa"/>
          </w:tcPr>
          <w:p w14:paraId="2EE370E0" w14:textId="3131CE02" w:rsidR="000E2E6E" w:rsidRPr="00882D69" w:rsidRDefault="000E2E6E" w:rsidP="000E2E6E">
            <w:pPr>
              <w:rPr>
                <w:sz w:val="22"/>
                <w:szCs w:val="22"/>
              </w:rPr>
            </w:pPr>
            <w:r w:rsidRPr="00233F6F">
              <w:t>Koridor</w:t>
            </w:r>
          </w:p>
        </w:tc>
        <w:tc>
          <w:tcPr>
            <w:tcW w:w="928" w:type="dxa"/>
          </w:tcPr>
          <w:p w14:paraId="666E03FC" w14:textId="4163A146" w:rsidR="000E2E6E" w:rsidRPr="00882D69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79" w:type="dxa"/>
          </w:tcPr>
          <w:p w14:paraId="259BC6BF" w14:textId="2A0D8ABD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4244BF3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0CC28179" w14:textId="77777777" w:rsidTr="00367795">
        <w:trPr>
          <w:trHeight w:val="70"/>
        </w:trPr>
        <w:tc>
          <w:tcPr>
            <w:tcW w:w="536" w:type="dxa"/>
          </w:tcPr>
          <w:p w14:paraId="389D9713" w14:textId="232C3D91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38" w:type="dxa"/>
          </w:tcPr>
          <w:p w14:paraId="10B98FB1" w14:textId="6CC764C1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32</w:t>
            </w:r>
          </w:p>
        </w:tc>
        <w:tc>
          <w:tcPr>
            <w:tcW w:w="2111" w:type="dxa"/>
          </w:tcPr>
          <w:p w14:paraId="39CA4055" w14:textId="5EB8DEE4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Puhkeruum</w:t>
            </w:r>
          </w:p>
        </w:tc>
        <w:tc>
          <w:tcPr>
            <w:tcW w:w="928" w:type="dxa"/>
          </w:tcPr>
          <w:p w14:paraId="1F12DE37" w14:textId="5597C7E8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31E39596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2EE586A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3BFC20ED" w14:textId="77777777" w:rsidTr="00367795">
        <w:trPr>
          <w:trHeight w:val="70"/>
        </w:trPr>
        <w:tc>
          <w:tcPr>
            <w:tcW w:w="536" w:type="dxa"/>
          </w:tcPr>
          <w:p w14:paraId="1ABF8353" w14:textId="5FA182D3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38" w:type="dxa"/>
          </w:tcPr>
          <w:p w14:paraId="401DC3C6" w14:textId="38713D65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33</w:t>
            </w:r>
          </w:p>
        </w:tc>
        <w:tc>
          <w:tcPr>
            <w:tcW w:w="2111" w:type="dxa"/>
          </w:tcPr>
          <w:p w14:paraId="50EC4B62" w14:textId="754BCB8F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Puhkeruum</w:t>
            </w:r>
          </w:p>
        </w:tc>
        <w:tc>
          <w:tcPr>
            <w:tcW w:w="928" w:type="dxa"/>
          </w:tcPr>
          <w:p w14:paraId="1414E13F" w14:textId="3ADCE53A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0011DDEC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87B4468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512EC2BC" w14:textId="77777777" w:rsidTr="00367795">
        <w:trPr>
          <w:trHeight w:val="70"/>
        </w:trPr>
        <w:tc>
          <w:tcPr>
            <w:tcW w:w="536" w:type="dxa"/>
          </w:tcPr>
          <w:p w14:paraId="245C6CE8" w14:textId="691EEC8F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938" w:type="dxa"/>
          </w:tcPr>
          <w:p w14:paraId="08CAC212" w14:textId="6B4D1A24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34</w:t>
            </w:r>
          </w:p>
        </w:tc>
        <w:tc>
          <w:tcPr>
            <w:tcW w:w="2111" w:type="dxa"/>
          </w:tcPr>
          <w:p w14:paraId="6583F272" w14:textId="77CD1B04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Spordiruum/-saal</w:t>
            </w:r>
          </w:p>
        </w:tc>
        <w:tc>
          <w:tcPr>
            <w:tcW w:w="928" w:type="dxa"/>
          </w:tcPr>
          <w:p w14:paraId="11F8EB50" w14:textId="532E5AD1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1568251F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764CD8F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2288CB48" w14:textId="77777777" w:rsidTr="00367795">
        <w:trPr>
          <w:trHeight w:val="70"/>
        </w:trPr>
        <w:tc>
          <w:tcPr>
            <w:tcW w:w="536" w:type="dxa"/>
          </w:tcPr>
          <w:p w14:paraId="4EDBE3FA" w14:textId="00DF94B6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38" w:type="dxa"/>
          </w:tcPr>
          <w:p w14:paraId="64C5CA34" w14:textId="07F0B7BD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35</w:t>
            </w:r>
          </w:p>
        </w:tc>
        <w:tc>
          <w:tcPr>
            <w:tcW w:w="2111" w:type="dxa"/>
          </w:tcPr>
          <w:p w14:paraId="12EB2BAC" w14:textId="12926237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Kööginurk/Köök</w:t>
            </w:r>
          </w:p>
        </w:tc>
        <w:tc>
          <w:tcPr>
            <w:tcW w:w="928" w:type="dxa"/>
          </w:tcPr>
          <w:p w14:paraId="62F725D9" w14:textId="7FAAB6A8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3E73D0CC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C1DE937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6AE7EFFF" w14:textId="77777777" w:rsidTr="00367795">
        <w:trPr>
          <w:trHeight w:val="70"/>
        </w:trPr>
        <w:tc>
          <w:tcPr>
            <w:tcW w:w="536" w:type="dxa"/>
          </w:tcPr>
          <w:p w14:paraId="107F8588" w14:textId="2DE644D3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38" w:type="dxa"/>
          </w:tcPr>
          <w:p w14:paraId="0732794B" w14:textId="38C58D6D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36</w:t>
            </w:r>
          </w:p>
        </w:tc>
        <w:tc>
          <w:tcPr>
            <w:tcW w:w="2111" w:type="dxa"/>
          </w:tcPr>
          <w:p w14:paraId="3663DF47" w14:textId="14CE91E7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WC</w:t>
            </w:r>
          </w:p>
        </w:tc>
        <w:tc>
          <w:tcPr>
            <w:tcW w:w="928" w:type="dxa"/>
          </w:tcPr>
          <w:p w14:paraId="30798701" w14:textId="345EF3A5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413CED88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9714EC6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2A3C5769" w14:textId="77777777" w:rsidTr="00367795">
        <w:trPr>
          <w:trHeight w:val="70"/>
        </w:trPr>
        <w:tc>
          <w:tcPr>
            <w:tcW w:w="536" w:type="dxa"/>
          </w:tcPr>
          <w:p w14:paraId="45CF77CF" w14:textId="58BADF18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38" w:type="dxa"/>
          </w:tcPr>
          <w:p w14:paraId="4334091B" w14:textId="0DCF582E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37</w:t>
            </w:r>
          </w:p>
        </w:tc>
        <w:tc>
          <w:tcPr>
            <w:tcW w:w="2111" w:type="dxa"/>
          </w:tcPr>
          <w:p w14:paraId="3E4E2088" w14:textId="53C00E0E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WC</w:t>
            </w:r>
          </w:p>
        </w:tc>
        <w:tc>
          <w:tcPr>
            <w:tcW w:w="928" w:type="dxa"/>
          </w:tcPr>
          <w:p w14:paraId="5642E56F" w14:textId="39B5D41D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5F68BFF8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0997578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0DD2E9C8" w14:textId="77777777" w:rsidTr="00367795">
        <w:trPr>
          <w:trHeight w:val="70"/>
        </w:trPr>
        <w:tc>
          <w:tcPr>
            <w:tcW w:w="536" w:type="dxa"/>
          </w:tcPr>
          <w:p w14:paraId="3DDB4D83" w14:textId="63528165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38" w:type="dxa"/>
          </w:tcPr>
          <w:p w14:paraId="213973AF" w14:textId="66769E6C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38</w:t>
            </w:r>
          </w:p>
        </w:tc>
        <w:tc>
          <w:tcPr>
            <w:tcW w:w="2111" w:type="dxa"/>
          </w:tcPr>
          <w:p w14:paraId="3417B2ED" w14:textId="09E7FF56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WC</w:t>
            </w:r>
          </w:p>
        </w:tc>
        <w:tc>
          <w:tcPr>
            <w:tcW w:w="928" w:type="dxa"/>
          </w:tcPr>
          <w:p w14:paraId="0C380A56" w14:textId="0F9727D7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5CF14FB8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08C34D0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4CC77C87" w14:textId="77777777" w:rsidTr="00367795">
        <w:trPr>
          <w:trHeight w:val="70"/>
        </w:trPr>
        <w:tc>
          <w:tcPr>
            <w:tcW w:w="536" w:type="dxa"/>
          </w:tcPr>
          <w:p w14:paraId="49570B14" w14:textId="435B5E2D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38" w:type="dxa"/>
          </w:tcPr>
          <w:p w14:paraId="2B50E2E5" w14:textId="6FA87A89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39</w:t>
            </w:r>
          </w:p>
        </w:tc>
        <w:tc>
          <w:tcPr>
            <w:tcW w:w="2111" w:type="dxa"/>
          </w:tcPr>
          <w:p w14:paraId="591D42DB" w14:textId="243B4E53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Kööginurk/Köök</w:t>
            </w:r>
          </w:p>
        </w:tc>
        <w:tc>
          <w:tcPr>
            <w:tcW w:w="928" w:type="dxa"/>
          </w:tcPr>
          <w:p w14:paraId="529AB954" w14:textId="4752A2A9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14C4A954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7A0BEE0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33B1B146" w14:textId="77777777" w:rsidTr="00367795">
        <w:trPr>
          <w:trHeight w:val="70"/>
        </w:trPr>
        <w:tc>
          <w:tcPr>
            <w:tcW w:w="536" w:type="dxa"/>
          </w:tcPr>
          <w:p w14:paraId="548E2966" w14:textId="53F8FCB1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38" w:type="dxa"/>
          </w:tcPr>
          <w:p w14:paraId="6CD7130E" w14:textId="2D71C9CA" w:rsidR="000E2E6E" w:rsidRDefault="000E2E6E" w:rsidP="000E2E6E">
            <w:pPr>
              <w:jc w:val="center"/>
              <w:rPr>
                <w:sz w:val="22"/>
                <w:szCs w:val="22"/>
              </w:rPr>
            </w:pPr>
            <w:r w:rsidRPr="00BA5D59">
              <w:t>40</w:t>
            </w:r>
          </w:p>
        </w:tc>
        <w:tc>
          <w:tcPr>
            <w:tcW w:w="2111" w:type="dxa"/>
          </w:tcPr>
          <w:p w14:paraId="1202FA99" w14:textId="123895F4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Kööginurk/Köök</w:t>
            </w:r>
          </w:p>
        </w:tc>
        <w:tc>
          <w:tcPr>
            <w:tcW w:w="928" w:type="dxa"/>
          </w:tcPr>
          <w:p w14:paraId="17547276" w14:textId="4836F6E6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1DB7D928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112A787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52F8F046" w14:textId="77777777" w:rsidTr="00367795">
        <w:trPr>
          <w:trHeight w:val="70"/>
        </w:trPr>
        <w:tc>
          <w:tcPr>
            <w:tcW w:w="536" w:type="dxa"/>
          </w:tcPr>
          <w:p w14:paraId="67CAF0F0" w14:textId="190C8602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38" w:type="dxa"/>
          </w:tcPr>
          <w:p w14:paraId="6F8A16FA" w14:textId="67445E3F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41</w:t>
            </w:r>
          </w:p>
        </w:tc>
        <w:tc>
          <w:tcPr>
            <w:tcW w:w="2111" w:type="dxa"/>
          </w:tcPr>
          <w:p w14:paraId="1FA07553" w14:textId="1FDD7647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Trepp/Trepikoda</w:t>
            </w:r>
          </w:p>
        </w:tc>
        <w:tc>
          <w:tcPr>
            <w:tcW w:w="928" w:type="dxa"/>
          </w:tcPr>
          <w:p w14:paraId="69C1B868" w14:textId="34E02BA3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47CC6405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725DF6C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09BD7A9D" w14:textId="77777777" w:rsidTr="00367795">
        <w:trPr>
          <w:trHeight w:val="70"/>
        </w:trPr>
        <w:tc>
          <w:tcPr>
            <w:tcW w:w="536" w:type="dxa"/>
          </w:tcPr>
          <w:p w14:paraId="4FE06D7E" w14:textId="3F885E76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38" w:type="dxa"/>
          </w:tcPr>
          <w:p w14:paraId="6FD55D60" w14:textId="2E5C270D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42</w:t>
            </w:r>
          </w:p>
        </w:tc>
        <w:tc>
          <w:tcPr>
            <w:tcW w:w="2111" w:type="dxa"/>
          </w:tcPr>
          <w:p w14:paraId="676C2D93" w14:textId="0E0F43F5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Spordiruum/-saal</w:t>
            </w:r>
          </w:p>
        </w:tc>
        <w:tc>
          <w:tcPr>
            <w:tcW w:w="928" w:type="dxa"/>
          </w:tcPr>
          <w:p w14:paraId="3C1D4A6D" w14:textId="16F6DF77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4ABD1243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27265F0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1BAE2767" w14:textId="77777777" w:rsidTr="00367795">
        <w:trPr>
          <w:trHeight w:val="70"/>
        </w:trPr>
        <w:tc>
          <w:tcPr>
            <w:tcW w:w="536" w:type="dxa"/>
          </w:tcPr>
          <w:p w14:paraId="3D0C2198" w14:textId="2E296FF6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938" w:type="dxa"/>
          </w:tcPr>
          <w:p w14:paraId="157194D8" w14:textId="68C40EF5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43</w:t>
            </w:r>
          </w:p>
        </w:tc>
        <w:tc>
          <w:tcPr>
            <w:tcW w:w="2111" w:type="dxa"/>
          </w:tcPr>
          <w:p w14:paraId="4167E707" w14:textId="7AAED063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Koridor</w:t>
            </w:r>
          </w:p>
        </w:tc>
        <w:tc>
          <w:tcPr>
            <w:tcW w:w="928" w:type="dxa"/>
          </w:tcPr>
          <w:p w14:paraId="4A16D919" w14:textId="17E78424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699380F3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AC6E78E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7906405F" w14:textId="77777777" w:rsidTr="00367795">
        <w:trPr>
          <w:trHeight w:val="70"/>
        </w:trPr>
        <w:tc>
          <w:tcPr>
            <w:tcW w:w="536" w:type="dxa"/>
          </w:tcPr>
          <w:p w14:paraId="09583E2F" w14:textId="043C5FC2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38" w:type="dxa"/>
          </w:tcPr>
          <w:p w14:paraId="1956417B" w14:textId="44917437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44</w:t>
            </w:r>
          </w:p>
        </w:tc>
        <w:tc>
          <w:tcPr>
            <w:tcW w:w="2111" w:type="dxa"/>
          </w:tcPr>
          <w:p w14:paraId="1D1ACC33" w14:textId="1F7D639F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Puhkeruum</w:t>
            </w:r>
          </w:p>
        </w:tc>
        <w:tc>
          <w:tcPr>
            <w:tcW w:w="928" w:type="dxa"/>
          </w:tcPr>
          <w:p w14:paraId="28188311" w14:textId="27C51D7D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4F68E20A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5B482B0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3150F3A5" w14:textId="77777777" w:rsidTr="00367795">
        <w:trPr>
          <w:trHeight w:val="70"/>
        </w:trPr>
        <w:tc>
          <w:tcPr>
            <w:tcW w:w="536" w:type="dxa"/>
          </w:tcPr>
          <w:p w14:paraId="6A518BD9" w14:textId="715F5EBE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38" w:type="dxa"/>
          </w:tcPr>
          <w:p w14:paraId="556EF62C" w14:textId="250121F1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45</w:t>
            </w:r>
          </w:p>
        </w:tc>
        <w:tc>
          <w:tcPr>
            <w:tcW w:w="2111" w:type="dxa"/>
          </w:tcPr>
          <w:p w14:paraId="1CE6D6DE" w14:textId="286395C4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Eluruum</w:t>
            </w:r>
          </w:p>
        </w:tc>
        <w:tc>
          <w:tcPr>
            <w:tcW w:w="928" w:type="dxa"/>
          </w:tcPr>
          <w:p w14:paraId="5ECDD72A" w14:textId="50091808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19C46244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DFA95C9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5F0FC3D7" w14:textId="77777777" w:rsidTr="00367795">
        <w:trPr>
          <w:trHeight w:val="70"/>
        </w:trPr>
        <w:tc>
          <w:tcPr>
            <w:tcW w:w="536" w:type="dxa"/>
          </w:tcPr>
          <w:p w14:paraId="0D57B1AC" w14:textId="2F29C868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38" w:type="dxa"/>
          </w:tcPr>
          <w:p w14:paraId="7847DB0A" w14:textId="5305F761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46</w:t>
            </w:r>
          </w:p>
        </w:tc>
        <w:tc>
          <w:tcPr>
            <w:tcW w:w="2111" w:type="dxa"/>
          </w:tcPr>
          <w:p w14:paraId="77AAFA60" w14:textId="0F75533A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Koridor</w:t>
            </w:r>
          </w:p>
        </w:tc>
        <w:tc>
          <w:tcPr>
            <w:tcW w:w="928" w:type="dxa"/>
          </w:tcPr>
          <w:p w14:paraId="75543CDE" w14:textId="07EBB9A9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3BB00490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AABE226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52F2FCA1" w14:textId="77777777" w:rsidTr="00367795">
        <w:trPr>
          <w:trHeight w:val="70"/>
        </w:trPr>
        <w:tc>
          <w:tcPr>
            <w:tcW w:w="536" w:type="dxa"/>
          </w:tcPr>
          <w:p w14:paraId="66D5F6E5" w14:textId="4180AD70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38" w:type="dxa"/>
          </w:tcPr>
          <w:p w14:paraId="396D94DF" w14:textId="1D1D959B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47</w:t>
            </w:r>
          </w:p>
        </w:tc>
        <w:tc>
          <w:tcPr>
            <w:tcW w:w="2111" w:type="dxa"/>
          </w:tcPr>
          <w:p w14:paraId="3BF4F525" w14:textId="23069570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Kabinet/Büroo</w:t>
            </w:r>
          </w:p>
        </w:tc>
        <w:tc>
          <w:tcPr>
            <w:tcW w:w="928" w:type="dxa"/>
          </w:tcPr>
          <w:p w14:paraId="3F6D66E1" w14:textId="793E3832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6310A8CB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1285289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7DC525F9" w14:textId="77777777" w:rsidTr="00367795">
        <w:trPr>
          <w:trHeight w:val="70"/>
        </w:trPr>
        <w:tc>
          <w:tcPr>
            <w:tcW w:w="536" w:type="dxa"/>
          </w:tcPr>
          <w:p w14:paraId="283FAE9F" w14:textId="5DD9A2E2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38" w:type="dxa"/>
          </w:tcPr>
          <w:p w14:paraId="2E1AD5AA" w14:textId="56583FD0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48</w:t>
            </w:r>
          </w:p>
        </w:tc>
        <w:tc>
          <w:tcPr>
            <w:tcW w:w="2111" w:type="dxa"/>
          </w:tcPr>
          <w:p w14:paraId="5683B4AC" w14:textId="4E9FBA76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Kabinet/Büroo</w:t>
            </w:r>
          </w:p>
        </w:tc>
        <w:tc>
          <w:tcPr>
            <w:tcW w:w="928" w:type="dxa"/>
          </w:tcPr>
          <w:p w14:paraId="15B70321" w14:textId="62FED205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28FFB7E5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753E9ACA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49E8C1EB" w14:textId="77777777" w:rsidTr="00367795">
        <w:trPr>
          <w:trHeight w:val="70"/>
        </w:trPr>
        <w:tc>
          <w:tcPr>
            <w:tcW w:w="536" w:type="dxa"/>
          </w:tcPr>
          <w:p w14:paraId="39478CB0" w14:textId="26E44FA2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38" w:type="dxa"/>
          </w:tcPr>
          <w:p w14:paraId="08ED176E" w14:textId="0945EFE7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49</w:t>
            </w:r>
          </w:p>
        </w:tc>
        <w:tc>
          <w:tcPr>
            <w:tcW w:w="2111" w:type="dxa"/>
          </w:tcPr>
          <w:p w14:paraId="0AA88220" w14:textId="60C1135D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Hoiuruum/Ladu</w:t>
            </w:r>
          </w:p>
        </w:tc>
        <w:tc>
          <w:tcPr>
            <w:tcW w:w="928" w:type="dxa"/>
          </w:tcPr>
          <w:p w14:paraId="7D94AAB6" w14:textId="64CBED65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4B6604F3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23D8A96F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351EF802" w14:textId="77777777" w:rsidTr="00367795">
        <w:trPr>
          <w:trHeight w:val="70"/>
        </w:trPr>
        <w:tc>
          <w:tcPr>
            <w:tcW w:w="536" w:type="dxa"/>
          </w:tcPr>
          <w:p w14:paraId="51327E58" w14:textId="01D0F7CC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38" w:type="dxa"/>
          </w:tcPr>
          <w:p w14:paraId="1925E457" w14:textId="20223FA8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50</w:t>
            </w:r>
          </w:p>
        </w:tc>
        <w:tc>
          <w:tcPr>
            <w:tcW w:w="2111" w:type="dxa"/>
          </w:tcPr>
          <w:p w14:paraId="5DB5A66F" w14:textId="6A10B019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Hoiuruum/Ladu</w:t>
            </w:r>
          </w:p>
        </w:tc>
        <w:tc>
          <w:tcPr>
            <w:tcW w:w="928" w:type="dxa"/>
          </w:tcPr>
          <w:p w14:paraId="1CBEDF72" w14:textId="7E5F24E3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618EDA33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055C2CD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69A4B4A4" w14:textId="77777777" w:rsidTr="00367795">
        <w:trPr>
          <w:trHeight w:val="70"/>
        </w:trPr>
        <w:tc>
          <w:tcPr>
            <w:tcW w:w="536" w:type="dxa"/>
          </w:tcPr>
          <w:p w14:paraId="493948F1" w14:textId="6505DF64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38" w:type="dxa"/>
          </w:tcPr>
          <w:p w14:paraId="35B01DBE" w14:textId="47E99862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51</w:t>
            </w:r>
          </w:p>
        </w:tc>
        <w:tc>
          <w:tcPr>
            <w:tcW w:w="2111" w:type="dxa"/>
          </w:tcPr>
          <w:p w14:paraId="4071D3D8" w14:textId="1D409CB4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Hoiuruum/Ladu</w:t>
            </w:r>
          </w:p>
        </w:tc>
        <w:tc>
          <w:tcPr>
            <w:tcW w:w="928" w:type="dxa"/>
          </w:tcPr>
          <w:p w14:paraId="69D8ECCB" w14:textId="23171992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42011418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3E6CA939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6825F92B" w14:textId="77777777" w:rsidTr="00367795">
        <w:trPr>
          <w:trHeight w:val="70"/>
        </w:trPr>
        <w:tc>
          <w:tcPr>
            <w:tcW w:w="536" w:type="dxa"/>
          </w:tcPr>
          <w:p w14:paraId="4FD32315" w14:textId="1F442C02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38" w:type="dxa"/>
          </w:tcPr>
          <w:p w14:paraId="71F5B9B0" w14:textId="4A934C77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52</w:t>
            </w:r>
          </w:p>
        </w:tc>
        <w:tc>
          <w:tcPr>
            <w:tcW w:w="2111" w:type="dxa"/>
          </w:tcPr>
          <w:p w14:paraId="7AE185B4" w14:textId="52C87543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Hoiuruum/Ladu</w:t>
            </w:r>
          </w:p>
        </w:tc>
        <w:tc>
          <w:tcPr>
            <w:tcW w:w="928" w:type="dxa"/>
          </w:tcPr>
          <w:p w14:paraId="38D33277" w14:textId="483CA851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1943E49C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5CA6054B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36832133" w14:textId="77777777" w:rsidTr="00367795">
        <w:trPr>
          <w:trHeight w:val="70"/>
        </w:trPr>
        <w:tc>
          <w:tcPr>
            <w:tcW w:w="536" w:type="dxa"/>
          </w:tcPr>
          <w:p w14:paraId="02A6C380" w14:textId="1650D4B5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38" w:type="dxa"/>
          </w:tcPr>
          <w:p w14:paraId="52A6A7D1" w14:textId="3A6F0BE9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53</w:t>
            </w:r>
          </w:p>
        </w:tc>
        <w:tc>
          <w:tcPr>
            <w:tcW w:w="2111" w:type="dxa"/>
          </w:tcPr>
          <w:p w14:paraId="5E80DE1C" w14:textId="6F477D4E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Hoiuruum/Ladu</w:t>
            </w:r>
          </w:p>
        </w:tc>
        <w:tc>
          <w:tcPr>
            <w:tcW w:w="928" w:type="dxa"/>
          </w:tcPr>
          <w:p w14:paraId="10D5B935" w14:textId="5A1200B1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722EE258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BAE3DBD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4788A406" w14:textId="77777777" w:rsidTr="00367795">
        <w:trPr>
          <w:trHeight w:val="70"/>
        </w:trPr>
        <w:tc>
          <w:tcPr>
            <w:tcW w:w="536" w:type="dxa"/>
          </w:tcPr>
          <w:p w14:paraId="5FA19E78" w14:textId="3F5869ED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938" w:type="dxa"/>
          </w:tcPr>
          <w:p w14:paraId="56494B3E" w14:textId="5234F6C1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54</w:t>
            </w:r>
          </w:p>
        </w:tc>
        <w:tc>
          <w:tcPr>
            <w:tcW w:w="2111" w:type="dxa"/>
          </w:tcPr>
          <w:p w14:paraId="54D867B5" w14:textId="249EFDBE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Abiruum</w:t>
            </w:r>
          </w:p>
        </w:tc>
        <w:tc>
          <w:tcPr>
            <w:tcW w:w="928" w:type="dxa"/>
          </w:tcPr>
          <w:p w14:paraId="0D0F70F6" w14:textId="7FB17B43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246D378E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0CF9002E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0CFD08DF" w14:textId="77777777" w:rsidTr="00367795">
        <w:trPr>
          <w:trHeight w:val="70"/>
        </w:trPr>
        <w:tc>
          <w:tcPr>
            <w:tcW w:w="536" w:type="dxa"/>
          </w:tcPr>
          <w:p w14:paraId="4A6FFF3C" w14:textId="017A6EA2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38" w:type="dxa"/>
          </w:tcPr>
          <w:p w14:paraId="459F837A" w14:textId="438BE6E3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55</w:t>
            </w:r>
          </w:p>
        </w:tc>
        <w:tc>
          <w:tcPr>
            <w:tcW w:w="2111" w:type="dxa"/>
          </w:tcPr>
          <w:p w14:paraId="1383C1A1" w14:textId="027924CA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Trepp/Trepikoda</w:t>
            </w:r>
          </w:p>
        </w:tc>
        <w:tc>
          <w:tcPr>
            <w:tcW w:w="928" w:type="dxa"/>
          </w:tcPr>
          <w:p w14:paraId="40A7FCF4" w14:textId="56D2A7EF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079FF0B7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1DE24851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49BB10E9" w14:textId="77777777" w:rsidTr="00367795">
        <w:trPr>
          <w:trHeight w:val="70"/>
        </w:trPr>
        <w:tc>
          <w:tcPr>
            <w:tcW w:w="536" w:type="dxa"/>
          </w:tcPr>
          <w:p w14:paraId="6F0215FF" w14:textId="119EC7D7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938" w:type="dxa"/>
          </w:tcPr>
          <w:p w14:paraId="3E12C8DB" w14:textId="726CC780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56</w:t>
            </w:r>
          </w:p>
        </w:tc>
        <w:tc>
          <w:tcPr>
            <w:tcW w:w="2111" w:type="dxa"/>
          </w:tcPr>
          <w:p w14:paraId="71B03EB7" w14:textId="7C8506C9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Hoiuruum/Ladu</w:t>
            </w:r>
          </w:p>
        </w:tc>
        <w:tc>
          <w:tcPr>
            <w:tcW w:w="928" w:type="dxa"/>
          </w:tcPr>
          <w:p w14:paraId="1162E56C" w14:textId="6A81598F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1A082C4A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4697D45F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  <w:tr w:rsidR="000E2E6E" w:rsidRPr="00882D69" w14:paraId="675C191E" w14:textId="77777777" w:rsidTr="00367795">
        <w:trPr>
          <w:trHeight w:val="70"/>
        </w:trPr>
        <w:tc>
          <w:tcPr>
            <w:tcW w:w="536" w:type="dxa"/>
          </w:tcPr>
          <w:p w14:paraId="30C949C0" w14:textId="2E8F70EC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38" w:type="dxa"/>
          </w:tcPr>
          <w:p w14:paraId="351F1B86" w14:textId="6551DA32" w:rsidR="000E2E6E" w:rsidRDefault="000E2E6E" w:rsidP="000E2E6E">
            <w:pPr>
              <w:jc w:val="center"/>
              <w:rPr>
                <w:sz w:val="22"/>
                <w:szCs w:val="22"/>
              </w:rPr>
            </w:pPr>
            <w:r>
              <w:t>57</w:t>
            </w:r>
          </w:p>
        </w:tc>
        <w:tc>
          <w:tcPr>
            <w:tcW w:w="2111" w:type="dxa"/>
          </w:tcPr>
          <w:p w14:paraId="056FB62E" w14:textId="16625013" w:rsidR="000E2E6E" w:rsidRDefault="000E2E6E" w:rsidP="000E2E6E">
            <w:pPr>
              <w:rPr>
                <w:sz w:val="22"/>
                <w:szCs w:val="22"/>
              </w:rPr>
            </w:pPr>
            <w:r w:rsidRPr="00233F6F">
              <w:t>Hoiuruum/Ladu</w:t>
            </w:r>
          </w:p>
        </w:tc>
        <w:tc>
          <w:tcPr>
            <w:tcW w:w="928" w:type="dxa"/>
          </w:tcPr>
          <w:p w14:paraId="29ACB5AA" w14:textId="7F55A5B3" w:rsidR="000E2E6E" w:rsidRDefault="00B6076D" w:rsidP="000E2E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79" w:type="dxa"/>
          </w:tcPr>
          <w:p w14:paraId="61C20203" w14:textId="77777777" w:rsidR="000E2E6E" w:rsidRDefault="000E2E6E" w:rsidP="000E2E6E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14:paraId="6AD42353" w14:textId="77777777" w:rsidR="000E2E6E" w:rsidRPr="00882D69" w:rsidRDefault="000E2E6E" w:rsidP="000E2E6E">
            <w:pPr>
              <w:rPr>
                <w:sz w:val="22"/>
                <w:szCs w:val="22"/>
              </w:rPr>
            </w:pPr>
          </w:p>
        </w:tc>
      </w:tr>
    </w:tbl>
    <w:p w14:paraId="692DBDDB" w14:textId="77777777" w:rsidR="006F3ACC" w:rsidRPr="00882D69" w:rsidRDefault="00752162" w:rsidP="006E2144">
      <w:pPr>
        <w:pStyle w:val="ListParagraph"/>
        <w:numPr>
          <w:ilvl w:val="0"/>
          <w:numId w:val="24"/>
        </w:numPr>
        <w:spacing w:before="360" w:after="100" w:afterAutospacing="1"/>
        <w:ind w:left="426"/>
        <w:rPr>
          <w:sz w:val="22"/>
          <w:szCs w:val="22"/>
        </w:rPr>
      </w:pPr>
      <w:r w:rsidRPr="00882D69">
        <w:rPr>
          <w:sz w:val="22"/>
          <w:szCs w:val="22"/>
        </w:rPr>
        <w:t>Loetelu üüripinna</w:t>
      </w:r>
      <w:r w:rsidR="00171ADC" w:rsidRPr="00882D69">
        <w:rPr>
          <w:sz w:val="22"/>
          <w:szCs w:val="22"/>
        </w:rPr>
        <w:t xml:space="preserve"> kasutuseks vajalikest kasutu</w:t>
      </w:r>
      <w:r w:rsidR="006F3ACC" w:rsidRPr="00882D69">
        <w:rPr>
          <w:sz w:val="22"/>
          <w:szCs w:val="22"/>
        </w:rPr>
        <w:t>sjuhenditest (nende olemasolul)</w:t>
      </w:r>
    </w:p>
    <w:p w14:paraId="1AD977D7" w14:textId="2DFB1E42" w:rsidR="006F3ACC" w:rsidRPr="00882D69" w:rsidRDefault="007F445A" w:rsidP="006F3ACC">
      <w:pPr>
        <w:pStyle w:val="ListParagraph"/>
        <w:spacing w:before="100" w:beforeAutospacing="1" w:after="100" w:afterAutospacing="1"/>
        <w:ind w:left="426"/>
        <w:rPr>
          <w:sz w:val="22"/>
          <w:szCs w:val="22"/>
        </w:rPr>
      </w:pPr>
      <w:r>
        <w:rPr>
          <w:sz w:val="22"/>
          <w:szCs w:val="22"/>
        </w:rPr>
        <w:t>Evakuatsiooniplaanid</w:t>
      </w:r>
    </w:p>
    <w:p w14:paraId="23D7418F" w14:textId="77777777" w:rsidR="006F3ACC" w:rsidRPr="00882D69" w:rsidRDefault="006F3ACC" w:rsidP="006F3ACC">
      <w:pPr>
        <w:pStyle w:val="ListParagraph"/>
        <w:spacing w:before="100" w:beforeAutospacing="1" w:after="100" w:afterAutospacing="1"/>
        <w:rPr>
          <w:sz w:val="22"/>
          <w:szCs w:val="22"/>
        </w:rPr>
      </w:pPr>
    </w:p>
    <w:p w14:paraId="13FAC53F" w14:textId="77777777" w:rsidR="007049AD" w:rsidRPr="00882D69" w:rsidRDefault="007049AD" w:rsidP="006F3ACC">
      <w:pPr>
        <w:pStyle w:val="ListParagraph"/>
        <w:numPr>
          <w:ilvl w:val="0"/>
          <w:numId w:val="24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t>Üüripinna kasutamiseks vajalikud läbipääsuvahendid (võtmed, puldid, kaardid, jms):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9"/>
        <w:gridCol w:w="3806"/>
        <w:gridCol w:w="3389"/>
      </w:tblGrid>
      <w:tr w:rsidR="007049AD" w:rsidRPr="00882D69" w14:paraId="69F42F43" w14:textId="77777777" w:rsidTr="002D0BB7">
        <w:trPr>
          <w:trHeight w:val="255"/>
        </w:trPr>
        <w:tc>
          <w:tcPr>
            <w:tcW w:w="2439" w:type="dxa"/>
            <w:shd w:val="clear" w:color="auto" w:fill="D9D9D9" w:themeFill="background1" w:themeFillShade="D9"/>
          </w:tcPr>
          <w:p w14:paraId="166DC181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3806" w:type="dxa"/>
            <w:shd w:val="clear" w:color="auto" w:fill="D9D9D9" w:themeFill="background1" w:themeFillShade="D9"/>
          </w:tcPr>
          <w:p w14:paraId="0BA52D82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Võtmete, kaartide arv </w:t>
            </w:r>
          </w:p>
        </w:tc>
        <w:tc>
          <w:tcPr>
            <w:tcW w:w="3389" w:type="dxa"/>
            <w:shd w:val="clear" w:color="auto" w:fill="D9D9D9" w:themeFill="background1" w:themeFillShade="D9"/>
          </w:tcPr>
          <w:p w14:paraId="5ACF9E2E" w14:textId="77777777"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Märkused </w:t>
            </w:r>
          </w:p>
        </w:tc>
      </w:tr>
      <w:tr w:rsidR="007049AD" w:rsidRPr="00882D69" w14:paraId="1F532E94" w14:textId="77777777" w:rsidTr="002D0BB7">
        <w:trPr>
          <w:trHeight w:val="255"/>
        </w:trPr>
        <w:tc>
          <w:tcPr>
            <w:tcW w:w="2439" w:type="dxa"/>
          </w:tcPr>
          <w:p w14:paraId="57C61466" w14:textId="5867274A" w:rsidR="007049AD" w:rsidRPr="00882D69" w:rsidRDefault="00244D6A" w:rsidP="0024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Voldikvärav</w:t>
            </w:r>
          </w:p>
        </w:tc>
        <w:tc>
          <w:tcPr>
            <w:tcW w:w="3806" w:type="dxa"/>
          </w:tcPr>
          <w:p w14:paraId="65097EF2" w14:textId="2AA62286" w:rsidR="007049AD" w:rsidRPr="00882D69" w:rsidRDefault="00244D6A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Puldid</w:t>
            </w:r>
          </w:p>
        </w:tc>
        <w:tc>
          <w:tcPr>
            <w:tcW w:w="3389" w:type="dxa"/>
          </w:tcPr>
          <w:p w14:paraId="3857E75A" w14:textId="428742AD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7049AD" w:rsidRPr="00882D69" w14:paraId="73561643" w14:textId="77777777" w:rsidTr="002D0BB7">
        <w:trPr>
          <w:trHeight w:val="270"/>
        </w:trPr>
        <w:tc>
          <w:tcPr>
            <w:tcW w:w="2439" w:type="dxa"/>
          </w:tcPr>
          <w:p w14:paraId="552EB729" w14:textId="0F09ADA8" w:rsidR="007049AD" w:rsidRPr="00882D69" w:rsidRDefault="00244D6A" w:rsidP="0024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Peasissekäigu uks</w:t>
            </w:r>
          </w:p>
        </w:tc>
        <w:tc>
          <w:tcPr>
            <w:tcW w:w="3806" w:type="dxa"/>
          </w:tcPr>
          <w:p w14:paraId="7C358019" w14:textId="3AB03C67" w:rsidR="007049AD" w:rsidRPr="00882D69" w:rsidRDefault="00244D6A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võtit</w:t>
            </w:r>
          </w:p>
        </w:tc>
        <w:tc>
          <w:tcPr>
            <w:tcW w:w="3389" w:type="dxa"/>
          </w:tcPr>
          <w:p w14:paraId="2B8047FA" w14:textId="77777777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7049AD" w:rsidRPr="00882D69" w14:paraId="0FB223E3" w14:textId="77777777" w:rsidTr="002D0BB7">
        <w:trPr>
          <w:trHeight w:val="270"/>
        </w:trPr>
        <w:tc>
          <w:tcPr>
            <w:tcW w:w="2439" w:type="dxa"/>
          </w:tcPr>
          <w:p w14:paraId="48A0FD61" w14:textId="72255470" w:rsidR="007049AD" w:rsidRPr="00882D69" w:rsidRDefault="00244D6A" w:rsidP="0024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Muuseumi uks</w:t>
            </w:r>
          </w:p>
        </w:tc>
        <w:tc>
          <w:tcPr>
            <w:tcW w:w="3806" w:type="dxa"/>
          </w:tcPr>
          <w:p w14:paraId="63254196" w14:textId="663DD186" w:rsidR="007049AD" w:rsidRPr="00882D69" w:rsidRDefault="00244D6A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võtit</w:t>
            </w:r>
          </w:p>
        </w:tc>
        <w:tc>
          <w:tcPr>
            <w:tcW w:w="3389" w:type="dxa"/>
          </w:tcPr>
          <w:p w14:paraId="2751FF0B" w14:textId="77777777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7049AD" w:rsidRPr="00882D69" w14:paraId="4F52A093" w14:textId="77777777" w:rsidTr="002D0BB7">
        <w:trPr>
          <w:trHeight w:val="270"/>
        </w:trPr>
        <w:tc>
          <w:tcPr>
            <w:tcW w:w="2439" w:type="dxa"/>
          </w:tcPr>
          <w:p w14:paraId="40177B9B" w14:textId="19E0D668" w:rsidR="007049AD" w:rsidRPr="00882D69" w:rsidRDefault="00244D6A" w:rsidP="0024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Garaaži uks</w:t>
            </w:r>
          </w:p>
        </w:tc>
        <w:tc>
          <w:tcPr>
            <w:tcW w:w="3806" w:type="dxa"/>
          </w:tcPr>
          <w:p w14:paraId="5FEDAF5D" w14:textId="015499A0" w:rsidR="007049AD" w:rsidRPr="00882D69" w:rsidRDefault="00244D6A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võtit</w:t>
            </w:r>
          </w:p>
        </w:tc>
        <w:tc>
          <w:tcPr>
            <w:tcW w:w="3389" w:type="dxa"/>
          </w:tcPr>
          <w:p w14:paraId="3C6D7C9E" w14:textId="77777777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7049AD" w:rsidRPr="00882D69" w14:paraId="75F1CE2D" w14:textId="77777777" w:rsidTr="002D0BB7">
        <w:trPr>
          <w:trHeight w:val="270"/>
        </w:trPr>
        <w:tc>
          <w:tcPr>
            <w:tcW w:w="2439" w:type="dxa"/>
          </w:tcPr>
          <w:p w14:paraId="2FE705D0" w14:textId="1999B187" w:rsidR="007049AD" w:rsidRPr="00882D69" w:rsidRDefault="00244D6A" w:rsidP="0024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Ruum 42 </w:t>
            </w:r>
          </w:p>
        </w:tc>
        <w:tc>
          <w:tcPr>
            <w:tcW w:w="3806" w:type="dxa"/>
          </w:tcPr>
          <w:p w14:paraId="4CD6D14E" w14:textId="6516EB84" w:rsidR="007049AD" w:rsidRPr="00882D69" w:rsidRDefault="00244D6A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Siseruumide uste võtmed</w:t>
            </w:r>
          </w:p>
        </w:tc>
        <w:tc>
          <w:tcPr>
            <w:tcW w:w="3389" w:type="dxa"/>
          </w:tcPr>
          <w:p w14:paraId="682887E2" w14:textId="16B5063B" w:rsidR="007049AD" w:rsidRPr="00882D69" w:rsidRDefault="00244D6A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Asuvad Komandopealiku ruumis olevas võtmekapis.</w:t>
            </w:r>
          </w:p>
        </w:tc>
      </w:tr>
    </w:tbl>
    <w:p w14:paraId="587F95D3" w14:textId="77777777" w:rsidR="006E2144" w:rsidRPr="00882D69" w:rsidRDefault="006E2144" w:rsidP="00171ADC">
      <w:pPr>
        <w:jc w:val="both"/>
        <w:rPr>
          <w:b/>
          <w:sz w:val="22"/>
          <w:szCs w:val="22"/>
        </w:rPr>
      </w:pPr>
    </w:p>
    <w:p w14:paraId="31A394B2" w14:textId="4E3BB087" w:rsidR="007049AD" w:rsidRPr="00882D69" w:rsidRDefault="007049AD" w:rsidP="006F3ACC">
      <w:pPr>
        <w:pStyle w:val="ListParagraph"/>
        <w:numPr>
          <w:ilvl w:val="0"/>
          <w:numId w:val="24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t>Energia tarbimist fikseerivate mõõdikute näidud (vajadusel):</w:t>
      </w:r>
      <w:r w:rsidR="009B1AAB">
        <w:rPr>
          <w:sz w:val="22"/>
          <w:szCs w:val="22"/>
        </w:rPr>
        <w:t xml:space="preserve"> Üüripinnal puuduvad eraldi mõõdikud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68"/>
        <w:gridCol w:w="1692"/>
        <w:gridCol w:w="2268"/>
        <w:gridCol w:w="1613"/>
      </w:tblGrid>
      <w:tr w:rsidR="007049AD" w:rsidRPr="00882D69" w14:paraId="57CD7814" w14:textId="77777777" w:rsidTr="002D0BB7">
        <w:trPr>
          <w:trHeight w:val="42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B8C50B8" w14:textId="77777777"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Arvesti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1019DCE" w14:textId="77777777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Mõõtepunkti (EIC) kood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60F9E29" w14:textId="77777777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Arvesti nr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03358D3" w14:textId="77777777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Näidik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CE351FF" w14:textId="77777777"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Näit</w:t>
            </w:r>
          </w:p>
        </w:tc>
      </w:tr>
      <w:tr w:rsidR="007049AD" w:rsidRPr="00882D69" w14:paraId="55BF1133" w14:textId="77777777" w:rsidTr="002D0BB7">
        <w:trPr>
          <w:trHeight w:val="74"/>
        </w:trPr>
        <w:tc>
          <w:tcPr>
            <w:tcW w:w="2127" w:type="dxa"/>
            <w:tcBorders>
              <w:top w:val="single" w:sz="4" w:space="0" w:color="auto"/>
            </w:tcBorders>
          </w:tcPr>
          <w:p w14:paraId="00848C4F" w14:textId="77777777"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 xml:space="preserve">Elektriarvesti </w:t>
            </w:r>
          </w:p>
        </w:tc>
        <w:tc>
          <w:tcPr>
            <w:tcW w:w="1968" w:type="dxa"/>
            <w:tcBorders>
              <w:top w:val="single" w:sz="4" w:space="0" w:color="auto"/>
            </w:tcBorders>
          </w:tcPr>
          <w:p w14:paraId="78075B88" w14:textId="5BA895E1" w:rsidR="007049AD" w:rsidRPr="00882D69" w:rsidRDefault="00D36C32" w:rsidP="00341605">
            <w:pPr>
              <w:jc w:val="right"/>
              <w:rPr>
                <w:sz w:val="22"/>
                <w:szCs w:val="22"/>
              </w:rPr>
            </w:pPr>
            <w:r w:rsidRPr="00D36C32">
              <w:rPr>
                <w:b/>
                <w:bCs/>
                <w:sz w:val="22"/>
                <w:szCs w:val="22"/>
              </w:rPr>
              <w:t>38ZEE-00444744-5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4D4F7062" w14:textId="4A6681E0" w:rsidR="007049AD" w:rsidRPr="00882D69" w:rsidRDefault="00D36C32" w:rsidP="003416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17557357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B974E44" w14:textId="40E1483F" w:rsidR="007049AD" w:rsidRPr="00882D69" w:rsidRDefault="003B25CB" w:rsidP="003416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Lõppnäit</w:t>
            </w:r>
          </w:p>
        </w:tc>
        <w:tc>
          <w:tcPr>
            <w:tcW w:w="1613" w:type="dxa"/>
            <w:tcBorders>
              <w:top w:val="single" w:sz="4" w:space="0" w:color="auto"/>
            </w:tcBorders>
          </w:tcPr>
          <w:p w14:paraId="76A291C4" w14:textId="2BF3BE97" w:rsidR="007049AD" w:rsidRPr="00882D69" w:rsidRDefault="00D36C32" w:rsidP="003416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267810,67</w:t>
            </w:r>
          </w:p>
        </w:tc>
      </w:tr>
      <w:tr w:rsidR="007049AD" w:rsidRPr="00882D69" w14:paraId="5A0B9FAE" w14:textId="77777777" w:rsidTr="002D0BB7">
        <w:trPr>
          <w:trHeight w:val="70"/>
        </w:trPr>
        <w:tc>
          <w:tcPr>
            <w:tcW w:w="2127" w:type="dxa"/>
          </w:tcPr>
          <w:p w14:paraId="7270452B" w14:textId="77777777"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lastRenderedPageBreak/>
              <w:t>Veearvesti</w:t>
            </w:r>
          </w:p>
        </w:tc>
        <w:tc>
          <w:tcPr>
            <w:tcW w:w="1968" w:type="dxa"/>
          </w:tcPr>
          <w:p w14:paraId="581A88D1" w14:textId="77777777"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</w:tcPr>
          <w:p w14:paraId="0CFFA00E" w14:textId="3C755A0E" w:rsidR="007049AD" w:rsidRPr="00882D69" w:rsidRDefault="003B25CB" w:rsidP="003416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215725</w:t>
            </w:r>
          </w:p>
        </w:tc>
        <w:tc>
          <w:tcPr>
            <w:tcW w:w="2268" w:type="dxa"/>
          </w:tcPr>
          <w:p w14:paraId="45AC02AA" w14:textId="77777777"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 xml:space="preserve"> Veekulu (m</w:t>
            </w:r>
            <w:r w:rsidRPr="00882D69">
              <w:rPr>
                <w:sz w:val="22"/>
                <w:szCs w:val="22"/>
                <w:vertAlign w:val="superscript"/>
              </w:rPr>
              <w:t>3</w:t>
            </w:r>
            <w:r w:rsidRPr="00882D69">
              <w:rPr>
                <w:sz w:val="22"/>
                <w:szCs w:val="22"/>
              </w:rPr>
              <w:t>)</w:t>
            </w:r>
          </w:p>
        </w:tc>
        <w:tc>
          <w:tcPr>
            <w:tcW w:w="1613" w:type="dxa"/>
          </w:tcPr>
          <w:p w14:paraId="72EF1BD5" w14:textId="6373023D" w:rsidR="007049AD" w:rsidRPr="00882D69" w:rsidRDefault="003B25CB" w:rsidP="003416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2666,828</w:t>
            </w:r>
          </w:p>
        </w:tc>
      </w:tr>
      <w:tr w:rsidR="007049AD" w:rsidRPr="00882D69" w14:paraId="0FE0D959" w14:textId="77777777" w:rsidTr="002D0BB7">
        <w:trPr>
          <w:trHeight w:val="70"/>
        </w:trPr>
        <w:tc>
          <w:tcPr>
            <w:tcW w:w="2127" w:type="dxa"/>
          </w:tcPr>
          <w:p w14:paraId="0AF9C63B" w14:textId="77777777"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Soojusarvesti</w:t>
            </w:r>
          </w:p>
        </w:tc>
        <w:tc>
          <w:tcPr>
            <w:tcW w:w="1968" w:type="dxa"/>
          </w:tcPr>
          <w:p w14:paraId="2B368E1E" w14:textId="77777777"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</w:tcPr>
          <w:p w14:paraId="66F6CFB7" w14:textId="77777777"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58B8FE0" w14:textId="77777777"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Soojusenergia (MWh)</w:t>
            </w:r>
          </w:p>
        </w:tc>
        <w:tc>
          <w:tcPr>
            <w:tcW w:w="1613" w:type="dxa"/>
          </w:tcPr>
          <w:p w14:paraId="761B4988" w14:textId="081A92DD" w:rsidR="007049AD" w:rsidRPr="00882D69" w:rsidRDefault="003B25CB" w:rsidP="003416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195,219</w:t>
            </w:r>
          </w:p>
        </w:tc>
      </w:tr>
    </w:tbl>
    <w:p w14:paraId="00EBCAFB" w14:textId="77777777" w:rsidR="006E2144" w:rsidRDefault="006E2144" w:rsidP="007049AD">
      <w:pPr>
        <w:jc w:val="both"/>
        <w:rPr>
          <w:sz w:val="22"/>
          <w:szCs w:val="22"/>
        </w:rPr>
      </w:pPr>
    </w:p>
    <w:p w14:paraId="70D6AD1D" w14:textId="2C8FAAAB" w:rsidR="00882D69" w:rsidRDefault="00882D69" w:rsidP="00882D69">
      <w:pPr>
        <w:pStyle w:val="ListParagraph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Loetelu </w:t>
      </w:r>
      <w:r w:rsidR="003B25CB">
        <w:rPr>
          <w:sz w:val="22"/>
          <w:szCs w:val="22"/>
        </w:rPr>
        <w:t>hoonesse jäävast</w:t>
      </w:r>
      <w:r>
        <w:rPr>
          <w:sz w:val="22"/>
          <w:szCs w:val="22"/>
        </w:rPr>
        <w:t xml:space="preserve"> mööblist ja/või muust inventarist:</w:t>
      </w:r>
      <w:r w:rsidR="005223B0">
        <w:rPr>
          <w:sz w:val="22"/>
          <w:szCs w:val="22"/>
        </w:rPr>
        <w:t xml:space="preserve"> </w:t>
      </w:r>
      <w:r w:rsidR="003B25CB">
        <w:rPr>
          <w:sz w:val="22"/>
          <w:szCs w:val="22"/>
        </w:rPr>
        <w:t>Lisatud juurde failina KOPLI inventar.</w:t>
      </w:r>
    </w:p>
    <w:p w14:paraId="290A0832" w14:textId="77777777" w:rsidR="00882D69" w:rsidRPr="00882D69" w:rsidRDefault="00882D69" w:rsidP="00882D69">
      <w:pPr>
        <w:pStyle w:val="ListParagraph"/>
        <w:ind w:left="426"/>
        <w:jc w:val="both"/>
        <w:rPr>
          <w:sz w:val="22"/>
          <w:szCs w:val="22"/>
        </w:rPr>
      </w:pPr>
    </w:p>
    <w:p w14:paraId="00E93E0F" w14:textId="77777777" w:rsidR="007049AD" w:rsidRPr="00882D69" w:rsidRDefault="007049AD" w:rsidP="006F3ACC">
      <w:pPr>
        <w:pStyle w:val="ListParagraph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>Märkused</w:t>
      </w:r>
      <w:r w:rsidR="006F3ACC" w:rsidRPr="00882D69">
        <w:rPr>
          <w:sz w:val="22"/>
          <w:szCs w:val="22"/>
        </w:rPr>
        <w:t xml:space="preserve"> üüripinna üleandmisel:</w:t>
      </w:r>
    </w:p>
    <w:p w14:paraId="0EFE7B67" w14:textId="24815A2B" w:rsidR="007049AD" w:rsidRPr="00882D69" w:rsidRDefault="007F445A" w:rsidP="006F3ACC">
      <w:pPr>
        <w:pStyle w:val="Footer"/>
        <w:tabs>
          <w:tab w:val="clear" w:pos="4153"/>
          <w:tab w:val="clear" w:pos="8306"/>
        </w:tabs>
        <w:ind w:left="426" w:right="360"/>
        <w:rPr>
          <w:sz w:val="22"/>
          <w:szCs w:val="22"/>
        </w:rPr>
      </w:pPr>
      <w:r>
        <w:rPr>
          <w:sz w:val="22"/>
          <w:szCs w:val="22"/>
        </w:rPr>
        <w:t xml:space="preserve">Üüripind on </w:t>
      </w:r>
      <w:r w:rsidR="003B25CB">
        <w:rPr>
          <w:sz w:val="22"/>
          <w:szCs w:val="22"/>
        </w:rPr>
        <w:t>rahuldavas</w:t>
      </w:r>
      <w:r>
        <w:rPr>
          <w:sz w:val="22"/>
          <w:szCs w:val="22"/>
        </w:rPr>
        <w:t xml:space="preserve"> seisukorras. </w:t>
      </w:r>
      <w:r w:rsidR="003B25CB">
        <w:rPr>
          <w:sz w:val="22"/>
          <w:szCs w:val="22"/>
        </w:rPr>
        <w:t>Riigi Kinnisvaral ei ole märkusi Päästeametile.</w:t>
      </w:r>
    </w:p>
    <w:p w14:paraId="53D0C981" w14:textId="77777777" w:rsidR="005223B0" w:rsidRDefault="005223B0" w:rsidP="00A46C34">
      <w:pPr>
        <w:jc w:val="both"/>
        <w:rPr>
          <w:sz w:val="22"/>
          <w:szCs w:val="22"/>
        </w:rPr>
      </w:pPr>
    </w:p>
    <w:p w14:paraId="0BCF29DA" w14:textId="54E6A839" w:rsidR="00DF16DE" w:rsidRPr="00882D69" w:rsidRDefault="005223B0" w:rsidP="00A46C34">
      <w:pPr>
        <w:jc w:val="both"/>
        <w:rPr>
          <w:b/>
          <w:sz w:val="22"/>
          <w:szCs w:val="22"/>
        </w:rPr>
      </w:pPr>
      <w:r w:rsidRPr="005223B0">
        <w:rPr>
          <w:sz w:val="22"/>
          <w:szCs w:val="22"/>
        </w:rPr>
        <w:t>Ü</w:t>
      </w:r>
      <w:r>
        <w:rPr>
          <w:sz w:val="22"/>
          <w:szCs w:val="22"/>
        </w:rPr>
        <w:t>üripinna ü</w:t>
      </w:r>
      <w:r w:rsidRPr="005223B0">
        <w:rPr>
          <w:sz w:val="22"/>
          <w:szCs w:val="22"/>
        </w:rPr>
        <w:t>leandmise-vastuvõtmise akti lisad:</w:t>
      </w:r>
      <w:r>
        <w:rPr>
          <w:b/>
          <w:sz w:val="22"/>
          <w:szCs w:val="22"/>
        </w:rPr>
        <w:t xml:space="preserve"> </w:t>
      </w:r>
      <w:r w:rsidR="003B25CB">
        <w:rPr>
          <w:sz w:val="22"/>
          <w:szCs w:val="22"/>
        </w:rPr>
        <w:t>KOPLI inventar</w:t>
      </w:r>
    </w:p>
    <w:p w14:paraId="25855309" w14:textId="77777777" w:rsidR="007049AD" w:rsidRPr="00882D69" w:rsidRDefault="007049AD" w:rsidP="007049AD">
      <w:pPr>
        <w:spacing w:before="100" w:beforeAutospacing="1" w:after="100" w:afterAutospacing="1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1"/>
        <w:gridCol w:w="3195"/>
        <w:gridCol w:w="3222"/>
      </w:tblGrid>
      <w:tr w:rsidR="00341605" w:rsidRPr="00882D69" w14:paraId="29862787" w14:textId="77777777" w:rsidTr="003B67B7">
        <w:tc>
          <w:tcPr>
            <w:tcW w:w="6518" w:type="dxa"/>
            <w:gridSpan w:val="2"/>
          </w:tcPr>
          <w:p w14:paraId="06CF34A6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üleandjad:</w:t>
            </w:r>
          </w:p>
        </w:tc>
        <w:tc>
          <w:tcPr>
            <w:tcW w:w="3260" w:type="dxa"/>
          </w:tcPr>
          <w:p w14:paraId="56237681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vastuvõtja:</w:t>
            </w:r>
          </w:p>
        </w:tc>
      </w:tr>
      <w:tr w:rsidR="00341605" w:rsidRPr="00882D69" w14:paraId="0B4E47C1" w14:textId="77777777" w:rsidTr="003B67B7">
        <w:tc>
          <w:tcPr>
            <w:tcW w:w="3259" w:type="dxa"/>
          </w:tcPr>
          <w:p w14:paraId="1AA738C4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59" w:type="dxa"/>
          </w:tcPr>
          <w:p w14:paraId="1C397F10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64CC43B4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</w:tr>
      <w:tr w:rsidR="00341605" w:rsidRPr="00882D69" w14:paraId="58395AC3" w14:textId="77777777" w:rsidTr="003B67B7">
        <w:tc>
          <w:tcPr>
            <w:tcW w:w="3259" w:type="dxa"/>
          </w:tcPr>
          <w:p w14:paraId="55237826" w14:textId="7ADC03D1" w:rsidR="00341605" w:rsidRPr="00882D69" w:rsidRDefault="003B25CB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Ergo Tiimus</w:t>
            </w:r>
          </w:p>
        </w:tc>
        <w:tc>
          <w:tcPr>
            <w:tcW w:w="3259" w:type="dxa"/>
          </w:tcPr>
          <w:p w14:paraId="45C696A4" w14:textId="6CE5D853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6E8DFD3F" w14:textId="0FAF54C8" w:rsidR="00341605" w:rsidRPr="00882D69" w:rsidRDefault="003B25CB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Geir-Steinar Kink</w:t>
            </w:r>
          </w:p>
        </w:tc>
      </w:tr>
      <w:tr w:rsidR="00341605" w:rsidRPr="00882D69" w14:paraId="6C6DAEDE" w14:textId="77777777" w:rsidTr="003B67B7">
        <w:tc>
          <w:tcPr>
            <w:tcW w:w="3259" w:type="dxa"/>
          </w:tcPr>
          <w:p w14:paraId="2B5BD4DD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  <w:tc>
          <w:tcPr>
            <w:tcW w:w="3259" w:type="dxa"/>
          </w:tcPr>
          <w:p w14:paraId="7D01FCF2" w14:textId="4ED8C40C"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5051C7E0" w14:textId="77777777"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</w:tr>
    </w:tbl>
    <w:p w14:paraId="46DA7A53" w14:textId="77777777" w:rsidR="00341605" w:rsidRPr="00882D69" w:rsidRDefault="00341605" w:rsidP="005B18B8">
      <w:pPr>
        <w:rPr>
          <w:b/>
          <w:sz w:val="22"/>
          <w:szCs w:val="22"/>
        </w:rPr>
      </w:pPr>
    </w:p>
    <w:p w14:paraId="4693AFC6" w14:textId="77777777" w:rsidR="00341605" w:rsidRPr="00882D69" w:rsidRDefault="005B18B8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</w:p>
    <w:p w14:paraId="2ACB0ECE" w14:textId="77777777" w:rsidR="00341605" w:rsidRPr="00882D69" w:rsidRDefault="00341605" w:rsidP="005B18B8">
      <w:pPr>
        <w:rPr>
          <w:b/>
          <w:sz w:val="22"/>
          <w:szCs w:val="22"/>
        </w:rPr>
      </w:pPr>
    </w:p>
    <w:p w14:paraId="4B03C070" w14:textId="77777777" w:rsidR="005B18B8" w:rsidRPr="00882D69" w:rsidRDefault="00341605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20000D" w:rsidRPr="00882D69">
        <w:rPr>
          <w:b/>
          <w:sz w:val="22"/>
          <w:szCs w:val="22"/>
        </w:rPr>
        <w:tab/>
      </w:r>
    </w:p>
    <w:p w14:paraId="69FA6D17" w14:textId="77777777" w:rsidR="007049AD" w:rsidRPr="00882D69" w:rsidRDefault="007049AD" w:rsidP="00341605">
      <w:pPr>
        <w:ind w:left="2160" w:firstLine="720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</w:p>
    <w:p w14:paraId="4737F47B" w14:textId="77777777" w:rsidR="007049AD" w:rsidRPr="00882D69" w:rsidRDefault="00341605" w:rsidP="005B18B8">
      <w:pPr>
        <w:pStyle w:val="Footer"/>
        <w:tabs>
          <w:tab w:val="clear" w:pos="4153"/>
          <w:tab w:val="clear" w:pos="8306"/>
        </w:tabs>
        <w:rPr>
          <w:i/>
          <w:sz w:val="22"/>
          <w:szCs w:val="22"/>
        </w:rPr>
      </w:pPr>
      <w:r w:rsidRPr="00882D69">
        <w:rPr>
          <w:i/>
          <w:sz w:val="22"/>
          <w:szCs w:val="22"/>
        </w:rPr>
        <w:tab/>
      </w:r>
      <w:r w:rsidR="005B18B8" w:rsidRPr="00882D69">
        <w:rPr>
          <w:i/>
          <w:sz w:val="22"/>
          <w:szCs w:val="22"/>
        </w:rPr>
        <w:tab/>
      </w:r>
      <w:r w:rsidR="0020000D" w:rsidRPr="00882D69">
        <w:rPr>
          <w:i/>
          <w:sz w:val="22"/>
          <w:szCs w:val="22"/>
        </w:rPr>
        <w:tab/>
      </w:r>
      <w:r w:rsidRPr="00882D69">
        <w:rPr>
          <w:i/>
          <w:sz w:val="22"/>
          <w:szCs w:val="22"/>
        </w:rPr>
        <w:tab/>
      </w:r>
    </w:p>
    <w:p w14:paraId="48AAE674" w14:textId="77777777" w:rsidR="00A46C34" w:rsidRPr="00882D69" w:rsidRDefault="00B41319" w:rsidP="00904410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14:paraId="5F57CCD3" w14:textId="77777777" w:rsidR="00B41319" w:rsidRPr="00882D69" w:rsidRDefault="00B41319">
      <w:pPr>
        <w:rPr>
          <w:sz w:val="22"/>
          <w:szCs w:val="22"/>
        </w:rPr>
      </w:pPr>
    </w:p>
    <w:sectPr w:rsidR="00B41319" w:rsidRPr="00882D69" w:rsidSect="00DA6B55">
      <w:headerReference w:type="default" r:id="rId12"/>
      <w:footerReference w:type="even" r:id="rId13"/>
      <w:footerReference w:type="default" r:id="rId14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39898" w14:textId="77777777" w:rsidR="00DA6B55" w:rsidRDefault="00DA6B55">
      <w:r>
        <w:separator/>
      </w:r>
    </w:p>
  </w:endnote>
  <w:endnote w:type="continuationSeparator" w:id="0">
    <w:p w14:paraId="1312C716" w14:textId="77777777" w:rsidR="00DA6B55" w:rsidRDefault="00DA6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5F027" w14:textId="77777777" w:rsidR="00341605" w:rsidRDefault="00341605" w:rsidP="00E03B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DAE887" w14:textId="77777777" w:rsidR="00341605" w:rsidRDefault="003416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776EF" w14:textId="77777777" w:rsidR="00341605" w:rsidRPr="006E2144" w:rsidRDefault="00341605" w:rsidP="006E2144">
    <w:pPr>
      <w:pStyle w:val="Footer"/>
      <w:framePr w:wrap="around" w:vAnchor="text" w:hAnchor="page" w:x="5857" w:y="-113"/>
      <w:jc w:val="center"/>
      <w:rPr>
        <w:rStyle w:val="PageNumber"/>
        <w:sz w:val="20"/>
        <w:szCs w:val="20"/>
      </w:rPr>
    </w:pPr>
    <w:r w:rsidRPr="006E2144">
      <w:rPr>
        <w:rStyle w:val="PageNumber"/>
        <w:sz w:val="20"/>
        <w:szCs w:val="20"/>
      </w:rPr>
      <w:fldChar w:fldCharType="begin"/>
    </w:r>
    <w:r w:rsidRPr="006E2144">
      <w:rPr>
        <w:rStyle w:val="PageNumber"/>
        <w:sz w:val="20"/>
        <w:szCs w:val="20"/>
      </w:rPr>
      <w:instrText xml:space="preserve">PAGE  </w:instrText>
    </w:r>
    <w:r w:rsidRPr="006E2144">
      <w:rPr>
        <w:rStyle w:val="PageNumber"/>
        <w:sz w:val="20"/>
        <w:szCs w:val="20"/>
      </w:rPr>
      <w:fldChar w:fldCharType="separate"/>
    </w:r>
    <w:r w:rsidR="00F87514">
      <w:rPr>
        <w:rStyle w:val="PageNumber"/>
        <w:noProof/>
        <w:sz w:val="20"/>
        <w:szCs w:val="20"/>
      </w:rPr>
      <w:t>1</w:t>
    </w:r>
    <w:r w:rsidRPr="006E2144">
      <w:rPr>
        <w:rStyle w:val="PageNumber"/>
        <w:sz w:val="20"/>
        <w:szCs w:val="20"/>
      </w:rPr>
      <w:fldChar w:fldCharType="end"/>
    </w:r>
    <w:r w:rsidRPr="006E2144">
      <w:rPr>
        <w:rStyle w:val="PageNumber"/>
        <w:sz w:val="20"/>
        <w:szCs w:val="20"/>
      </w:rPr>
      <w:t>/</w:t>
    </w:r>
    <w:r w:rsidRPr="006E2144">
      <w:rPr>
        <w:rStyle w:val="PageNumber"/>
        <w:sz w:val="20"/>
        <w:szCs w:val="20"/>
      </w:rPr>
      <w:fldChar w:fldCharType="begin"/>
    </w:r>
    <w:r w:rsidRPr="006E2144">
      <w:rPr>
        <w:rStyle w:val="PageNumber"/>
        <w:sz w:val="20"/>
        <w:szCs w:val="20"/>
      </w:rPr>
      <w:instrText xml:space="preserve"> NUMPAGES </w:instrText>
    </w:r>
    <w:r w:rsidRPr="006E2144">
      <w:rPr>
        <w:rStyle w:val="PageNumber"/>
        <w:sz w:val="20"/>
        <w:szCs w:val="20"/>
      </w:rPr>
      <w:fldChar w:fldCharType="separate"/>
    </w:r>
    <w:r w:rsidR="00F87514">
      <w:rPr>
        <w:rStyle w:val="PageNumber"/>
        <w:noProof/>
        <w:sz w:val="20"/>
        <w:szCs w:val="20"/>
      </w:rPr>
      <w:t>2</w:t>
    </w:r>
    <w:r w:rsidRPr="006E2144">
      <w:rPr>
        <w:rStyle w:val="PageNumber"/>
        <w:sz w:val="20"/>
        <w:szCs w:val="20"/>
      </w:rPr>
      <w:fldChar w:fldCharType="end"/>
    </w:r>
  </w:p>
  <w:p w14:paraId="089A7749" w14:textId="77777777" w:rsidR="00341605" w:rsidRDefault="00341605">
    <w:pPr>
      <w:pStyle w:val="Footer"/>
      <w:ind w:right="360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B018" wp14:editId="7F785D02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3267D3" w14:textId="77777777" w:rsidR="00341605" w:rsidRPr="00BF7CB9" w:rsidRDefault="00341605" w:rsidP="00BF7CB9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1A8B0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" stroked="f">
              <v:textbox style="layout-flow:vertical">
                <w:txbxContent>
                  <w:p w14:paraId="713267D3" w14:textId="77777777" w:rsidR="00341605" w:rsidRPr="00BF7CB9" w:rsidRDefault="00341605" w:rsidP="00BF7CB9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3D768" w14:textId="77777777" w:rsidR="00DA6B55" w:rsidRDefault="00DA6B55">
      <w:r>
        <w:separator/>
      </w:r>
    </w:p>
  </w:footnote>
  <w:footnote w:type="continuationSeparator" w:id="0">
    <w:p w14:paraId="2AFE547B" w14:textId="77777777" w:rsidR="00DA6B55" w:rsidRDefault="00DA6B55">
      <w:r>
        <w:continuationSeparator/>
      </w:r>
    </w:p>
  </w:footnote>
  <w:footnote w:id="1">
    <w:p w14:paraId="47952331" w14:textId="77777777" w:rsidR="00341605" w:rsidRDefault="00341605" w:rsidP="00341605">
      <w:pPr>
        <w:pStyle w:val="CommentText"/>
      </w:pPr>
      <w:r>
        <w:rPr>
          <w:rStyle w:val="FootnoteReference"/>
        </w:rPr>
        <w:footnoteRef/>
      </w:r>
      <w:r>
        <w:t xml:space="preserve"> „1“ – täiesti amortiseerunud ehitise osa; </w:t>
      </w:r>
    </w:p>
    <w:p w14:paraId="3F73E63E" w14:textId="77777777" w:rsidR="00341605" w:rsidRDefault="00341605" w:rsidP="00341605">
      <w:pPr>
        <w:pStyle w:val="CommentText"/>
      </w:pPr>
      <w:r>
        <w:t xml:space="preserve">  „2“ – halvas seisukorras, kohest remonti/vahetamise planeerimist vajav ehitise osa; </w:t>
      </w:r>
    </w:p>
    <w:p w14:paraId="5C54B163" w14:textId="77777777" w:rsidR="00341605" w:rsidRDefault="00341605" w:rsidP="00341605">
      <w:pPr>
        <w:pStyle w:val="CommentText"/>
      </w:pPr>
      <w:r>
        <w:t xml:space="preserve">  „3“ – remonti vajav, kuid veel kestev ehitise osa; </w:t>
      </w:r>
    </w:p>
    <w:p w14:paraId="38260D24" w14:textId="77777777" w:rsidR="00341605" w:rsidRDefault="00341605" w:rsidP="00341605">
      <w:pPr>
        <w:pStyle w:val="CommentText"/>
      </w:pPr>
      <w:r>
        <w:t xml:space="preserve">  „4“ – heas korras ehitise osa; </w:t>
      </w:r>
    </w:p>
    <w:p w14:paraId="26D2E051" w14:textId="77777777" w:rsidR="00341605" w:rsidRDefault="00341605" w:rsidP="00341605">
      <w:pPr>
        <w:pStyle w:val="FootnoteText"/>
      </w:pPr>
      <w:r>
        <w:t xml:space="preserve">  „5“ – värskelt korrastatud ehitise osa, mis vastab heale ehitustavale ja ehitusnormidele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DC1D" w14:textId="77777777" w:rsidR="006E2144" w:rsidRPr="006E2144" w:rsidRDefault="006E2144" w:rsidP="006E2144">
    <w:pPr>
      <w:pStyle w:val="Header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noProof/>
        <w:lang w:eastAsia="et-EE"/>
      </w:rPr>
      <w:drawing>
        <wp:inline distT="0" distB="0" distL="0" distR="0" wp14:anchorId="5AEC07E1" wp14:editId="2BF719E2">
          <wp:extent cx="2503870" cy="21600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k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7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3760E2">
      <w:rPr>
        <w:sz w:val="20"/>
        <w:szCs w:val="20"/>
      </w:rPr>
      <w:t>HAL.1.5.v02</w:t>
    </w:r>
  </w:p>
  <w:p w14:paraId="6E2F1A53" w14:textId="77777777" w:rsidR="006E2144" w:rsidRPr="006E2144" w:rsidRDefault="003760E2" w:rsidP="006E2144">
    <w:pPr>
      <w:pStyle w:val="Header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sz w:val="20"/>
        <w:szCs w:val="20"/>
      </w:rPr>
      <w:tab/>
      <w:t>Kinnitatud: 22.09.2016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EA2B76"/>
    <w:multiLevelType w:val="hybridMultilevel"/>
    <w:tmpl w:val="5B740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6539DE"/>
    <w:multiLevelType w:val="hybridMultilevel"/>
    <w:tmpl w:val="8090B1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4377886">
    <w:abstractNumId w:val="0"/>
  </w:num>
  <w:num w:numId="2" w16cid:durableId="160395933">
    <w:abstractNumId w:val="8"/>
  </w:num>
  <w:num w:numId="3" w16cid:durableId="1554849419">
    <w:abstractNumId w:val="17"/>
  </w:num>
  <w:num w:numId="4" w16cid:durableId="1237592269">
    <w:abstractNumId w:val="18"/>
  </w:num>
  <w:num w:numId="5" w16cid:durableId="322246644">
    <w:abstractNumId w:val="12"/>
  </w:num>
  <w:num w:numId="6" w16cid:durableId="1292710376">
    <w:abstractNumId w:val="4"/>
  </w:num>
  <w:num w:numId="7" w16cid:durableId="740518293">
    <w:abstractNumId w:val="19"/>
  </w:num>
  <w:num w:numId="8" w16cid:durableId="1696887270">
    <w:abstractNumId w:val="5"/>
  </w:num>
  <w:num w:numId="9" w16cid:durableId="267854410">
    <w:abstractNumId w:val="11"/>
  </w:num>
  <w:num w:numId="10" w16cid:durableId="274868566">
    <w:abstractNumId w:val="16"/>
  </w:num>
  <w:num w:numId="11" w16cid:durableId="1657297114">
    <w:abstractNumId w:val="3"/>
  </w:num>
  <w:num w:numId="12" w16cid:durableId="626084825">
    <w:abstractNumId w:val="20"/>
  </w:num>
  <w:num w:numId="13" w16cid:durableId="1367833434">
    <w:abstractNumId w:val="1"/>
  </w:num>
  <w:num w:numId="14" w16cid:durableId="1755197533">
    <w:abstractNumId w:val="2"/>
  </w:num>
  <w:num w:numId="15" w16cid:durableId="1351876818">
    <w:abstractNumId w:val="13"/>
  </w:num>
  <w:num w:numId="16" w16cid:durableId="67650460">
    <w:abstractNumId w:val="22"/>
  </w:num>
  <w:num w:numId="17" w16cid:durableId="1048333737">
    <w:abstractNumId w:val="23"/>
  </w:num>
  <w:num w:numId="18" w16cid:durableId="1928031571">
    <w:abstractNumId w:val="10"/>
  </w:num>
  <w:num w:numId="19" w16cid:durableId="1693802197">
    <w:abstractNumId w:val="9"/>
  </w:num>
  <w:num w:numId="20" w16cid:durableId="261303103">
    <w:abstractNumId w:val="6"/>
  </w:num>
  <w:num w:numId="21" w16cid:durableId="474879290">
    <w:abstractNumId w:val="21"/>
  </w:num>
  <w:num w:numId="22" w16cid:durableId="722565211">
    <w:abstractNumId w:val="15"/>
  </w:num>
  <w:num w:numId="23" w16cid:durableId="329060470">
    <w:abstractNumId w:val="14"/>
  </w:num>
  <w:num w:numId="24" w16cid:durableId="5102648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AB"/>
    <w:rsid w:val="00010290"/>
    <w:rsid w:val="0005496F"/>
    <w:rsid w:val="00057247"/>
    <w:rsid w:val="000B3BBD"/>
    <w:rsid w:val="000E2E6E"/>
    <w:rsid w:val="00131311"/>
    <w:rsid w:val="00143598"/>
    <w:rsid w:val="00171ADC"/>
    <w:rsid w:val="00193F48"/>
    <w:rsid w:val="001A22AE"/>
    <w:rsid w:val="001A3650"/>
    <w:rsid w:val="0020000D"/>
    <w:rsid w:val="00244D6A"/>
    <w:rsid w:val="00272B01"/>
    <w:rsid w:val="002946EC"/>
    <w:rsid w:val="00296AFD"/>
    <w:rsid w:val="002C42B5"/>
    <w:rsid w:val="002D0BB7"/>
    <w:rsid w:val="002D3617"/>
    <w:rsid w:val="002E41FC"/>
    <w:rsid w:val="003357ED"/>
    <w:rsid w:val="00341605"/>
    <w:rsid w:val="00367795"/>
    <w:rsid w:val="003760E2"/>
    <w:rsid w:val="00380FD4"/>
    <w:rsid w:val="003B25CB"/>
    <w:rsid w:val="003B67B7"/>
    <w:rsid w:val="004601A3"/>
    <w:rsid w:val="004C3D70"/>
    <w:rsid w:val="004C5EB1"/>
    <w:rsid w:val="004E14E1"/>
    <w:rsid w:val="004F0A92"/>
    <w:rsid w:val="005223B0"/>
    <w:rsid w:val="005B18B8"/>
    <w:rsid w:val="005D2768"/>
    <w:rsid w:val="006E2144"/>
    <w:rsid w:val="006F3ACC"/>
    <w:rsid w:val="007049AD"/>
    <w:rsid w:val="00725BA0"/>
    <w:rsid w:val="00752162"/>
    <w:rsid w:val="007923B7"/>
    <w:rsid w:val="007A1BA5"/>
    <w:rsid w:val="007B7778"/>
    <w:rsid w:val="007F445A"/>
    <w:rsid w:val="00882D69"/>
    <w:rsid w:val="00904410"/>
    <w:rsid w:val="009B1AAB"/>
    <w:rsid w:val="00A07645"/>
    <w:rsid w:val="00A46C34"/>
    <w:rsid w:val="00AA3B35"/>
    <w:rsid w:val="00AB5537"/>
    <w:rsid w:val="00B41319"/>
    <w:rsid w:val="00B6076D"/>
    <w:rsid w:val="00BF7CB9"/>
    <w:rsid w:val="00C25756"/>
    <w:rsid w:val="00CE5C33"/>
    <w:rsid w:val="00D36C32"/>
    <w:rsid w:val="00DA6B55"/>
    <w:rsid w:val="00DF16DE"/>
    <w:rsid w:val="00E03B6C"/>
    <w:rsid w:val="00E32297"/>
    <w:rsid w:val="00EF1CBB"/>
    <w:rsid w:val="00F1292C"/>
    <w:rsid w:val="00F13796"/>
    <w:rsid w:val="00F3540F"/>
    <w:rsid w:val="00F87514"/>
    <w:rsid w:val="00FC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DBB9FA"/>
  <w15:docId w15:val="{861450CF-2639-4BCD-876B-29D36A365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41F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E41F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E41FC"/>
  </w:style>
  <w:style w:type="paragraph" w:styleId="Header">
    <w:name w:val="header"/>
    <w:basedOn w:val="Normal"/>
    <w:rsid w:val="004E14E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F7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7CB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7049AD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049AD"/>
    <w:pPr>
      <w:ind w:left="720"/>
      <w:contextualSpacing/>
    </w:pPr>
  </w:style>
  <w:style w:type="character" w:styleId="CommentReference">
    <w:name w:val="annotation reference"/>
    <w:basedOn w:val="DefaultParagraphFont"/>
    <w:rsid w:val="0001029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02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029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10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0290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3416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41605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341605"/>
    <w:rPr>
      <w:vertAlign w:val="superscript"/>
    </w:rPr>
  </w:style>
  <w:style w:type="table" w:styleId="TableGrid">
    <w:name w:val="Table Grid"/>
    <w:basedOn w:val="TableNormal"/>
    <w:rsid w:val="0034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ir-Steinar.Kink\Desktop\Lisa%204_&#220;&#252;ripinna%20&#252;leandmise-vastuv&#245;tmise%20akt%20-%20Veose%20tn%201%20-%20PPA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5" ma:contentTypeDescription="Create a new document." ma:contentTypeScope="" ma:versionID="8ab4b5c6aa5512a04202afa12165e6e8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a48636d31ffc0dd2df70dae752fe868a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F26680-7EAD-4966-BBED-4C659E695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3AA55E-4BAE-486A-868A-4C14519B37E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A36DC36-EA6D-4A57-B70F-F06497E97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C22FE6-ED8C-4805-A41B-BE6A669A38F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6A23BFA-7F56-4D35-AC9E-3012268A00B7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4_Üüripinna üleandmise-vastuvõtmise akt - Veose tn 1 - PPA</Template>
  <TotalTime>52</TotalTime>
  <Pages>3</Pages>
  <Words>446</Words>
  <Characters>2587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Üüripinna üleandmise-vastuvõtmise akt</vt:lpstr>
      <vt:lpstr>Üüripinna üleandmise-vastuvõtmise akt</vt:lpstr>
      <vt:lpstr>Akt üüripinna üleandmise-vastuvõtmise kohta</vt:lpstr>
    </vt:vector>
  </TitlesOfParts>
  <Company>Riigi Kinnisvara AS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Üüripinna üleandmise-vastuvõtmise akt</dc:title>
  <dc:creator>Geir-Steinar Kink</dc:creator>
  <cp:lastModifiedBy>Geir-Steinar Kink</cp:lastModifiedBy>
  <cp:revision>8</cp:revision>
  <dcterms:created xsi:type="dcterms:W3CDTF">2024-03-04T09:30:00Z</dcterms:created>
  <dcterms:modified xsi:type="dcterms:W3CDTF">2024-03-04T10:21:00Z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0x01010040C1E66C1C12A5448E2DE15E59C4812C</vt:lpwstr>
  </property>
  <property fmtid="{D5CDD505-2E9C-101B-9397-08002B2CF9AE}" pid="4" name="Valdkond">
    <vt:lpwstr>01_Kinnisvara haldamine ja hooldamine</vt:lpwstr>
  </property>
  <property fmtid="{D5CDD505-2E9C-101B-9397-08002B2CF9AE}" pid="5" name="Dokumendi haldur">
    <vt:lpwstr>Haldusosakonna juhataja</vt:lpwstr>
  </property>
  <property fmtid="{D5CDD505-2E9C-101B-9397-08002B2CF9AE}" pid="6" name="Arhiveeritud">
    <vt:lpwstr>false</vt:lpwstr>
  </property>
  <property fmtid="{D5CDD505-2E9C-101B-9397-08002B2CF9AE}" pid="7" name="Kinnitatud">
    <vt:lpwstr>2015-07-30T21:00:00+00:00</vt:lpwstr>
  </property>
  <property fmtid="{D5CDD505-2E9C-101B-9397-08002B2CF9AE}" pid="8" name="Tähis">
    <vt:lpwstr>HAL.1.5.</vt:lpwstr>
  </property>
  <property fmtid="{D5CDD505-2E9C-101B-9397-08002B2CF9AE}" pid="9" name="Dokumendi liik">
    <vt:lpwstr>Vorm</vt:lpwstr>
  </property>
  <property fmtid="{D5CDD505-2E9C-101B-9397-08002B2CF9AE}" pid="10" name="Versiooni nr">
    <vt:lpwstr>01</vt:lpwstr>
  </property>
  <property fmtid="{D5CDD505-2E9C-101B-9397-08002B2CF9AE}" pid="11" name="Viimati muudetud">
    <vt:lpwstr>2016-09-21T21:00:00+00:00</vt:lpwstr>
  </property>
  <property fmtid="{D5CDD505-2E9C-101B-9397-08002B2CF9AE}" pid="12" name="Order">
    <vt:r8>3188700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ComplianceAssetId">
    <vt:lpwstr/>
  </property>
  <property fmtid="{D5CDD505-2E9C-101B-9397-08002B2CF9AE}" pid="20" name="TemplateUrl">
    <vt:lpwstr/>
  </property>
</Properties>
</file>